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2F" w:rsidRPr="00C34F17" w:rsidRDefault="0011002F" w:rsidP="002C0D6C">
      <w:pPr>
        <w:shd w:val="clear" w:color="auto" w:fill="FFFFFF"/>
      </w:pPr>
    </w:p>
    <w:p w:rsidR="0011002F" w:rsidRPr="002C0D6C" w:rsidRDefault="0011002F" w:rsidP="002C0D6C">
      <w:pPr>
        <w:shd w:val="clear" w:color="auto" w:fill="FFFFFF"/>
        <w:jc w:val="right"/>
      </w:pPr>
      <w:r w:rsidRPr="00C34F17">
        <w:t xml:space="preserve">        </w:t>
      </w:r>
      <w:r>
        <w:t xml:space="preserve">                    </w:t>
      </w:r>
    </w:p>
    <w:p w:rsidR="0011002F" w:rsidRPr="002C0D6C" w:rsidRDefault="0011002F" w:rsidP="00E96156">
      <w:pPr>
        <w:jc w:val="center"/>
        <w:rPr>
          <w:sz w:val="32"/>
          <w:szCs w:val="32"/>
        </w:rPr>
      </w:pPr>
      <w:r w:rsidRPr="002C0D6C">
        <w:rPr>
          <w:sz w:val="32"/>
          <w:szCs w:val="32"/>
        </w:rPr>
        <w:t xml:space="preserve">Подпрограмма  </w:t>
      </w:r>
    </w:p>
    <w:p w:rsidR="0011002F" w:rsidRPr="0003232A" w:rsidRDefault="0011002F" w:rsidP="002B2335">
      <w:pPr>
        <w:ind w:left="360"/>
        <w:jc w:val="center"/>
        <w:rPr>
          <w:b/>
          <w:bCs/>
          <w:sz w:val="28"/>
          <w:szCs w:val="28"/>
        </w:rPr>
      </w:pPr>
      <w:r w:rsidRPr="0003232A">
        <w:rPr>
          <w:b/>
          <w:bCs/>
          <w:sz w:val="32"/>
          <w:szCs w:val="32"/>
        </w:rPr>
        <w:t>«</w:t>
      </w:r>
      <w:r w:rsidRPr="0003232A">
        <w:rPr>
          <w:b/>
          <w:bCs/>
          <w:sz w:val="28"/>
          <w:szCs w:val="28"/>
        </w:rPr>
        <w:t>Благоустройство территории</w:t>
      </w:r>
      <w:r>
        <w:rPr>
          <w:b/>
          <w:bCs/>
          <w:sz w:val="28"/>
          <w:szCs w:val="28"/>
        </w:rPr>
        <w:t xml:space="preserve"> Бобровского</w:t>
      </w:r>
      <w:r w:rsidRPr="0003232A">
        <w:rPr>
          <w:b/>
          <w:bCs/>
          <w:sz w:val="28"/>
          <w:szCs w:val="28"/>
        </w:rPr>
        <w:t xml:space="preserve"> сельсовета</w:t>
      </w:r>
      <w:r>
        <w:rPr>
          <w:b/>
          <w:bCs/>
          <w:sz w:val="28"/>
          <w:szCs w:val="28"/>
        </w:rPr>
        <w:t xml:space="preserve"> </w:t>
      </w:r>
      <w:r w:rsidRPr="0003232A">
        <w:rPr>
          <w:b/>
          <w:bCs/>
          <w:sz w:val="28"/>
          <w:szCs w:val="28"/>
        </w:rPr>
        <w:t xml:space="preserve"> на 2014-2016 годы»</w:t>
      </w:r>
    </w:p>
    <w:p w:rsidR="0011002F" w:rsidRPr="0003232A" w:rsidRDefault="0011002F" w:rsidP="00E96156">
      <w:pPr>
        <w:jc w:val="center"/>
        <w:rPr>
          <w:b/>
          <w:bCs/>
          <w:sz w:val="32"/>
          <w:szCs w:val="32"/>
        </w:rPr>
      </w:pPr>
    </w:p>
    <w:p w:rsidR="0011002F" w:rsidRPr="00EC6252" w:rsidRDefault="0011002F" w:rsidP="00E9615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1"/>
        <w:gridCol w:w="6616"/>
      </w:tblGrid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16" w:type="dxa"/>
          </w:tcPr>
          <w:p w:rsidR="0011002F" w:rsidRPr="000E1D8F" w:rsidRDefault="0011002F" w:rsidP="004541C7">
            <w:pPr>
              <w:jc w:val="both"/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Благоустройство территории Бобровского сельсовета, содержание и развитие объектов инфраструктуры </w:t>
            </w:r>
            <w:r w:rsidRPr="000E1D8F">
              <w:rPr>
                <w:sz w:val="28"/>
                <w:szCs w:val="28"/>
              </w:rPr>
              <w:t xml:space="preserve"> на 2014 - 2016 годы»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11002F" w:rsidRPr="000E1D8F" w:rsidRDefault="0011002F" w:rsidP="0017360B">
            <w:pPr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 Бобровского</w:t>
            </w:r>
            <w:r w:rsidRPr="000E1D8F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Большеулуйского</w:t>
            </w:r>
            <w:r w:rsidRPr="000E1D8F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11002F" w:rsidRPr="000E1D8F" w:rsidRDefault="0011002F" w:rsidP="00EE153A">
            <w:pPr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 Бобровского</w:t>
            </w:r>
            <w:r w:rsidRPr="000E1D8F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Большеулуйского</w:t>
            </w:r>
            <w:r w:rsidRPr="000E1D8F">
              <w:rPr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6616" w:type="dxa"/>
          </w:tcPr>
          <w:p w:rsidR="0011002F" w:rsidRPr="000E1D8F" w:rsidRDefault="0011002F" w:rsidP="00BE59E2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Задачи подпрограммы</w:t>
            </w:r>
          </w:p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11002F" w:rsidRPr="000E1D8F" w:rsidRDefault="0011002F" w:rsidP="00BE59E2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населенных пунктов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6616" w:type="dxa"/>
          </w:tcPr>
          <w:p w:rsidR="0011002F" w:rsidRDefault="0011002F" w:rsidP="00ED00DA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уровня внешнего благоустройства и санитарного содержания населенных пунктов;</w:t>
            </w:r>
          </w:p>
          <w:p w:rsidR="0011002F" w:rsidRPr="00ED00DA" w:rsidRDefault="0011002F" w:rsidP="00ED00DA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 на повышение качества освещенности улиц и дорог в населенных пунктах.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11002F" w:rsidRPr="000E1D8F" w:rsidRDefault="0011002F" w:rsidP="002E02A3">
            <w:r>
              <w:t>2014-2016 годы</w:t>
            </w:r>
          </w:p>
        </w:tc>
      </w:tr>
      <w:tr w:rsidR="0011002F" w:rsidRPr="00F6456D">
        <w:tc>
          <w:tcPr>
            <w:tcW w:w="3521" w:type="dxa"/>
          </w:tcPr>
          <w:p w:rsidR="0011002F" w:rsidRPr="000E1D8F" w:rsidRDefault="0011002F" w:rsidP="000E1D8F">
            <w:pPr>
              <w:jc w:val="center"/>
              <w:rPr>
                <w:b/>
                <w:bCs/>
                <w:sz w:val="28"/>
                <w:szCs w:val="28"/>
              </w:rPr>
            </w:pPr>
            <w:r w:rsidRPr="000E1D8F"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2014-2016 годах  </w:t>
            </w:r>
            <w:r>
              <w:rPr>
                <w:sz w:val="28"/>
                <w:szCs w:val="28"/>
                <w:u w:val="single"/>
              </w:rPr>
              <w:t xml:space="preserve"> 2205,0 </w:t>
            </w:r>
            <w:r w:rsidRPr="000E1D8F">
              <w:rPr>
                <w:sz w:val="28"/>
                <w:szCs w:val="28"/>
              </w:rPr>
              <w:t xml:space="preserve"> тыс. рублей, 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>в том числе: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>сре</w:t>
            </w:r>
            <w:r>
              <w:rPr>
                <w:sz w:val="28"/>
                <w:szCs w:val="28"/>
              </w:rPr>
              <w:t xml:space="preserve">дства местного бюджета  </w:t>
            </w:r>
            <w:r>
              <w:rPr>
                <w:sz w:val="28"/>
                <w:szCs w:val="28"/>
                <w:u w:val="single"/>
              </w:rPr>
              <w:t xml:space="preserve"> 2205,0 </w:t>
            </w:r>
            <w:r w:rsidRPr="000E1D8F">
              <w:rPr>
                <w:sz w:val="28"/>
                <w:szCs w:val="28"/>
              </w:rPr>
              <w:t>тыс. рублей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>по годам: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</w:t>
            </w:r>
            <w:r>
              <w:rPr>
                <w:sz w:val="28"/>
                <w:szCs w:val="28"/>
                <w:u w:val="single"/>
              </w:rPr>
              <w:t xml:space="preserve">725,0 </w:t>
            </w:r>
            <w:r w:rsidRPr="000E1D8F">
              <w:rPr>
                <w:sz w:val="28"/>
                <w:szCs w:val="28"/>
              </w:rPr>
              <w:t xml:space="preserve"> тыс. рублей 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  <w:u w:val="single"/>
              </w:rPr>
              <w:t xml:space="preserve">735,0 </w:t>
            </w:r>
            <w:r w:rsidRPr="000E1D8F">
              <w:rPr>
                <w:sz w:val="28"/>
                <w:szCs w:val="28"/>
              </w:rPr>
              <w:t xml:space="preserve"> тыс. рублей;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1D8F">
              <w:rPr>
                <w:sz w:val="28"/>
                <w:szCs w:val="28"/>
              </w:rPr>
              <w:t>в 2016 году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745,0</w:t>
            </w:r>
            <w:r w:rsidRPr="000E1D8F">
              <w:rPr>
                <w:sz w:val="28"/>
                <w:szCs w:val="28"/>
              </w:rPr>
              <w:t xml:space="preserve"> тыс. рублей</w:t>
            </w:r>
          </w:p>
          <w:p w:rsidR="0011002F" w:rsidRPr="000E1D8F" w:rsidRDefault="0011002F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1002F" w:rsidRPr="000E1D8F" w:rsidRDefault="0011002F" w:rsidP="001F44B5">
            <w:pPr>
              <w:rPr>
                <w:sz w:val="28"/>
                <w:szCs w:val="28"/>
              </w:rPr>
            </w:pPr>
          </w:p>
        </w:tc>
      </w:tr>
    </w:tbl>
    <w:p w:rsidR="0011002F" w:rsidRDefault="0011002F" w:rsidP="00DF54F1">
      <w:pPr>
        <w:ind w:left="23"/>
      </w:pPr>
    </w:p>
    <w:p w:rsidR="0011002F" w:rsidRDefault="0011002F" w:rsidP="00DF54F1">
      <w:pPr>
        <w:ind w:left="23"/>
      </w:pPr>
    </w:p>
    <w:p w:rsidR="0011002F" w:rsidRDefault="0011002F" w:rsidP="00592DA8"/>
    <w:p w:rsidR="0011002F" w:rsidRDefault="0011002F" w:rsidP="00DF54F1">
      <w:pPr>
        <w:ind w:left="23"/>
      </w:pPr>
    </w:p>
    <w:p w:rsidR="0011002F" w:rsidRDefault="0011002F" w:rsidP="00DF54F1">
      <w:pPr>
        <w:ind w:left="23"/>
      </w:pPr>
    </w:p>
    <w:p w:rsidR="0011002F" w:rsidRDefault="0011002F" w:rsidP="002C0D6C">
      <w:pPr>
        <w:pStyle w:val="ListParagraph"/>
        <w:ind w:left="23"/>
        <w:rPr>
          <w:b/>
          <w:bCs/>
          <w:sz w:val="28"/>
          <w:szCs w:val="28"/>
        </w:rPr>
      </w:pPr>
    </w:p>
    <w:p w:rsidR="0011002F" w:rsidRDefault="0011002F" w:rsidP="002C0D6C">
      <w:pPr>
        <w:pStyle w:val="ListParagraph"/>
        <w:ind w:left="23"/>
        <w:rPr>
          <w:b/>
          <w:bCs/>
          <w:sz w:val="28"/>
          <w:szCs w:val="28"/>
        </w:rPr>
      </w:pPr>
    </w:p>
    <w:p w:rsidR="0011002F" w:rsidRDefault="0011002F" w:rsidP="00DF54F1">
      <w:pPr>
        <w:pStyle w:val="ListParagraph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DF54F1">
        <w:rPr>
          <w:b/>
          <w:bCs/>
          <w:sz w:val="28"/>
          <w:szCs w:val="28"/>
        </w:rPr>
        <w:t>Общая характеристика сферы реализации подпрограммы, основные проблемы и перспективы развития.</w:t>
      </w:r>
    </w:p>
    <w:p w:rsidR="0011002F" w:rsidRPr="00DF54F1" w:rsidRDefault="0011002F" w:rsidP="00037E17">
      <w:pPr>
        <w:pStyle w:val="ListParagraph"/>
        <w:ind w:left="383"/>
        <w:rPr>
          <w:b/>
          <w:bCs/>
          <w:sz w:val="28"/>
          <w:szCs w:val="28"/>
        </w:rPr>
      </w:pPr>
    </w:p>
    <w:p w:rsidR="0011002F" w:rsidRPr="00037E17" w:rsidRDefault="0011002F" w:rsidP="00037E1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Муниципальное образование Бобров</w:t>
      </w:r>
      <w:r w:rsidRPr="00037E17">
        <w:rPr>
          <w:sz w:val="28"/>
          <w:szCs w:val="28"/>
        </w:rPr>
        <w:t>ский сельсовет включает в себя         т</w:t>
      </w:r>
      <w:r>
        <w:rPr>
          <w:sz w:val="28"/>
          <w:szCs w:val="28"/>
        </w:rPr>
        <w:t>ри населенных пункта: с. Бобровка, д. Черемшанка, п. Изыкчуль</w:t>
      </w:r>
      <w:r w:rsidRPr="00037E1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7E17">
        <w:rPr>
          <w:sz w:val="28"/>
          <w:szCs w:val="28"/>
        </w:rPr>
        <w:t xml:space="preserve">в них существуют зоны застройки частного сектора. </w:t>
      </w:r>
    </w:p>
    <w:p w:rsidR="0011002F" w:rsidRPr="00037E17" w:rsidRDefault="0011002F" w:rsidP="000B34A9">
      <w:pPr>
        <w:pStyle w:val="ListParagraph"/>
        <w:rPr>
          <w:sz w:val="28"/>
          <w:szCs w:val="28"/>
        </w:rPr>
      </w:pPr>
      <w:r w:rsidRPr="00037E17">
        <w:rPr>
          <w:sz w:val="28"/>
          <w:szCs w:val="28"/>
        </w:rPr>
        <w:t xml:space="preserve"> Большинство объектов внешнего благоустройства населенных пунктов, таких как зоны отдыха, уличное освещение, дороги и тротуары  до настоящего времени не обеспечивают комфортных условий для жизни и деятельности населения и нуждаются в ремонте, места захоронения требуют благоустройства. Проблема удаления и обезвреживания твердых бытовых отходов (далее - ТБО), объем которых ежегодно возрастает, является одной из самых актуальных в плане поддержания санитарно-гигиенических условий проживания населения и охраны окружающей среды. </w:t>
      </w:r>
    </w:p>
    <w:p w:rsidR="0011002F" w:rsidRPr="00037E17" w:rsidRDefault="0011002F" w:rsidP="00037E17">
      <w:pPr>
        <w:pStyle w:val="ListParagraph"/>
        <w:rPr>
          <w:sz w:val="28"/>
          <w:szCs w:val="28"/>
        </w:rPr>
      </w:pPr>
      <w:r w:rsidRPr="00037E17">
        <w:rPr>
          <w:sz w:val="28"/>
          <w:szCs w:val="28"/>
        </w:rPr>
        <w:t xml:space="preserve">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территории  невозможно добиться каких-либо значимых результатов в обеспечении  условий для жизни, деятельности и отдыха населения. </w:t>
      </w:r>
    </w:p>
    <w:p w:rsidR="0011002F" w:rsidRPr="00037E17" w:rsidRDefault="0011002F" w:rsidP="00037E17">
      <w:pPr>
        <w:pStyle w:val="ListParagraph"/>
        <w:rPr>
          <w:sz w:val="28"/>
          <w:szCs w:val="28"/>
        </w:rPr>
      </w:pPr>
      <w:r w:rsidRPr="00037E17">
        <w:rPr>
          <w:sz w:val="28"/>
          <w:szCs w:val="28"/>
        </w:rPr>
        <w:t>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11002F" w:rsidRPr="00037E17" w:rsidRDefault="0011002F" w:rsidP="00037E17">
      <w:pPr>
        <w:pStyle w:val="ListParagraph"/>
        <w:rPr>
          <w:sz w:val="28"/>
          <w:szCs w:val="28"/>
        </w:rPr>
      </w:pPr>
    </w:p>
    <w:p w:rsidR="0011002F" w:rsidRPr="00DF54F1" w:rsidRDefault="0011002F" w:rsidP="00A76346">
      <w:pPr>
        <w:pStyle w:val="ListParagraph"/>
        <w:rPr>
          <w:sz w:val="28"/>
          <w:szCs w:val="28"/>
        </w:rPr>
      </w:pPr>
    </w:p>
    <w:p w:rsidR="0011002F" w:rsidRPr="00DF54F1" w:rsidRDefault="0011002F" w:rsidP="00A76346">
      <w:pPr>
        <w:jc w:val="both"/>
        <w:rPr>
          <w:sz w:val="28"/>
          <w:szCs w:val="28"/>
        </w:rPr>
      </w:pPr>
    </w:p>
    <w:p w:rsidR="0011002F" w:rsidRPr="00DF54F1" w:rsidRDefault="0011002F" w:rsidP="00A763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DF54F1">
        <w:rPr>
          <w:b/>
          <w:bCs/>
          <w:sz w:val="28"/>
          <w:szCs w:val="28"/>
        </w:rPr>
        <w:t xml:space="preserve"> Основные цели и задачи, сроки и этапы реализации муниципальной подпрограммы, целевые индикаторы и показатели.</w:t>
      </w:r>
    </w:p>
    <w:p w:rsidR="0011002F" w:rsidRPr="00DF54F1" w:rsidRDefault="0011002F" w:rsidP="00A76346">
      <w:pPr>
        <w:rPr>
          <w:b/>
          <w:bCs/>
          <w:sz w:val="28"/>
          <w:szCs w:val="28"/>
        </w:rPr>
      </w:pPr>
    </w:p>
    <w:p w:rsidR="0011002F" w:rsidRPr="00DF54F1" w:rsidRDefault="0011002F" w:rsidP="00010B41">
      <w:pPr>
        <w:pStyle w:val="ListParagraph"/>
        <w:ind w:left="900" w:firstLine="900"/>
        <w:jc w:val="both"/>
        <w:rPr>
          <w:sz w:val="28"/>
          <w:szCs w:val="28"/>
        </w:rPr>
      </w:pPr>
    </w:p>
    <w:p w:rsidR="0011002F" w:rsidRPr="00DF54F1" w:rsidRDefault="0011002F" w:rsidP="00F24AB5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54F1">
        <w:rPr>
          <w:sz w:val="28"/>
          <w:szCs w:val="28"/>
        </w:rPr>
        <w:t xml:space="preserve">Выполнение подпрограммных мероприятий связанных с планированием и организацией работ по вопросам улучшения благоустройства </w:t>
      </w:r>
      <w:r>
        <w:rPr>
          <w:sz w:val="28"/>
          <w:szCs w:val="28"/>
        </w:rPr>
        <w:t>территории</w:t>
      </w:r>
      <w:r w:rsidRPr="00DF54F1">
        <w:rPr>
          <w:sz w:val="28"/>
          <w:szCs w:val="28"/>
        </w:rPr>
        <w:t>, создания  условий проживания,</w:t>
      </w:r>
      <w:r>
        <w:rPr>
          <w:sz w:val="28"/>
          <w:szCs w:val="28"/>
        </w:rPr>
        <w:t xml:space="preserve"> </w:t>
      </w:r>
      <w:r w:rsidRPr="00DF54F1">
        <w:rPr>
          <w:sz w:val="28"/>
          <w:szCs w:val="28"/>
        </w:rPr>
        <w:t>приведут</w:t>
      </w:r>
      <w:r>
        <w:rPr>
          <w:sz w:val="28"/>
          <w:szCs w:val="28"/>
        </w:rPr>
        <w:t xml:space="preserve"> </w:t>
      </w:r>
      <w:r w:rsidRPr="00DF54F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DF54F1">
        <w:rPr>
          <w:sz w:val="28"/>
          <w:szCs w:val="28"/>
        </w:rPr>
        <w:t>снижени</w:t>
      </w:r>
      <w:r>
        <w:rPr>
          <w:sz w:val="28"/>
          <w:szCs w:val="28"/>
        </w:rPr>
        <w:t>ю</w:t>
      </w:r>
      <w:r w:rsidRPr="00DF54F1">
        <w:rPr>
          <w:sz w:val="28"/>
          <w:szCs w:val="28"/>
        </w:rPr>
        <w:t xml:space="preserve"> социальной напряженности </w:t>
      </w:r>
      <w:r>
        <w:rPr>
          <w:sz w:val="28"/>
          <w:szCs w:val="28"/>
        </w:rPr>
        <w:t>населения.</w:t>
      </w:r>
    </w:p>
    <w:p w:rsidR="0011002F" w:rsidRPr="00592DA8" w:rsidRDefault="0011002F" w:rsidP="00592DA8">
      <w:pPr>
        <w:ind w:left="360"/>
        <w:jc w:val="both"/>
        <w:rPr>
          <w:sz w:val="28"/>
          <w:szCs w:val="28"/>
        </w:rPr>
      </w:pPr>
      <w:r>
        <w:t xml:space="preserve">- </w:t>
      </w:r>
      <w:r w:rsidRPr="00592DA8">
        <w:rPr>
          <w:sz w:val="28"/>
          <w:szCs w:val="28"/>
        </w:rPr>
        <w:t>Решение этих задач будет осуществляться администраци</w:t>
      </w:r>
      <w:r>
        <w:rPr>
          <w:sz w:val="28"/>
          <w:szCs w:val="28"/>
        </w:rPr>
        <w:t>ей Бобров</w:t>
      </w:r>
      <w:r w:rsidRPr="00592DA8">
        <w:rPr>
          <w:sz w:val="28"/>
          <w:szCs w:val="28"/>
        </w:rPr>
        <w:t>ского сельсовета в рамках муниципальной подпрограммы «Б</w:t>
      </w:r>
      <w:r>
        <w:rPr>
          <w:sz w:val="28"/>
          <w:szCs w:val="28"/>
        </w:rPr>
        <w:t>лагоустройство территории Бобров</w:t>
      </w:r>
      <w:r w:rsidRPr="00592DA8">
        <w:rPr>
          <w:sz w:val="28"/>
          <w:szCs w:val="28"/>
        </w:rPr>
        <w:t>ского сельсовета на 2014-2016 годы»</w:t>
      </w:r>
    </w:p>
    <w:p w:rsidR="0011002F" w:rsidRPr="00592DA8" w:rsidRDefault="0011002F" w:rsidP="00592DA8">
      <w:pPr>
        <w:ind w:left="360"/>
        <w:jc w:val="both"/>
        <w:rPr>
          <w:sz w:val="28"/>
          <w:szCs w:val="28"/>
        </w:rPr>
      </w:pPr>
      <w:r w:rsidRPr="00592DA8">
        <w:rPr>
          <w:sz w:val="28"/>
          <w:szCs w:val="28"/>
        </w:rPr>
        <w:t>Целью подпрограммы является</w:t>
      </w:r>
      <w:r>
        <w:rPr>
          <w:sz w:val="28"/>
          <w:szCs w:val="28"/>
        </w:rPr>
        <w:t>:</w:t>
      </w:r>
    </w:p>
    <w:p w:rsidR="0011002F" w:rsidRDefault="0011002F" w:rsidP="00592DA8">
      <w:pPr>
        <w:ind w:left="36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- улучшение состояния территории населенных пунктов</w:t>
      </w:r>
    </w:p>
    <w:p w:rsidR="0011002F" w:rsidRDefault="0011002F" w:rsidP="003243E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Для достижения поставленной  цели необходимо решение следующих задач:</w:t>
      </w:r>
    </w:p>
    <w:p w:rsidR="0011002F" w:rsidRPr="003243E7" w:rsidRDefault="0011002F" w:rsidP="003243E7">
      <w:pPr>
        <w:pStyle w:val="ListParagraph"/>
        <w:ind w:left="0"/>
        <w:jc w:val="both"/>
        <w:rPr>
          <w:sz w:val="28"/>
          <w:szCs w:val="28"/>
        </w:rPr>
      </w:pPr>
      <w:r>
        <w:t xml:space="preserve">        -</w:t>
      </w:r>
      <w:r>
        <w:rPr>
          <w:sz w:val="28"/>
          <w:szCs w:val="28"/>
        </w:rPr>
        <w:t xml:space="preserve">  </w:t>
      </w:r>
      <w:r w:rsidRPr="00592DA8">
        <w:rPr>
          <w:sz w:val="28"/>
          <w:szCs w:val="28"/>
        </w:rPr>
        <w:t>организация</w:t>
      </w:r>
      <w:r>
        <w:rPr>
          <w:sz w:val="28"/>
          <w:szCs w:val="28"/>
        </w:rPr>
        <w:t xml:space="preserve"> благоустройства населенных пунктов</w:t>
      </w:r>
    </w:p>
    <w:p w:rsidR="0011002F" w:rsidRPr="003243E7" w:rsidRDefault="0011002F" w:rsidP="003243E7">
      <w:pPr>
        <w:pStyle w:val="ListParagraph"/>
        <w:ind w:left="0"/>
        <w:jc w:val="both"/>
        <w:rPr>
          <w:sz w:val="28"/>
          <w:szCs w:val="28"/>
        </w:rPr>
      </w:pPr>
    </w:p>
    <w:p w:rsidR="0011002F" w:rsidRDefault="0011002F" w:rsidP="003243E7">
      <w:pPr>
        <w:pStyle w:val="s1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Срок реализация подпрограммы   2014-2016 годы.                                                                                   </w:t>
      </w:r>
    </w:p>
    <w:p w:rsidR="0011002F" w:rsidRDefault="0011002F" w:rsidP="003243E7">
      <w:pPr>
        <w:jc w:val="both"/>
        <w:rPr>
          <w:sz w:val="28"/>
          <w:szCs w:val="28"/>
        </w:rPr>
      </w:pPr>
    </w:p>
    <w:p w:rsidR="0011002F" w:rsidRPr="0003232A" w:rsidRDefault="0011002F" w:rsidP="003243E7">
      <w:pPr>
        <w:ind w:left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Целевые индикаторы и показатели результативности указаны  в приложение №1 подпрограммы  </w:t>
      </w:r>
      <w:r w:rsidRPr="0003232A">
        <w:rPr>
          <w:b/>
          <w:bCs/>
          <w:sz w:val="32"/>
          <w:szCs w:val="32"/>
        </w:rPr>
        <w:t>«</w:t>
      </w:r>
      <w:r w:rsidRPr="003243E7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лагоустройство территории Бобров</w:t>
      </w:r>
      <w:r w:rsidRPr="003243E7">
        <w:rPr>
          <w:bCs/>
          <w:sz w:val="28"/>
          <w:szCs w:val="28"/>
        </w:rPr>
        <w:t>ского сельсовета  на 2014-2016 годы»</w:t>
      </w:r>
    </w:p>
    <w:p w:rsidR="0011002F" w:rsidRPr="005D0A75" w:rsidRDefault="0011002F" w:rsidP="003243E7">
      <w:pPr>
        <w:ind w:firstLine="708"/>
        <w:jc w:val="both"/>
      </w:pPr>
      <w:r>
        <w:rPr>
          <w:sz w:val="28"/>
          <w:szCs w:val="28"/>
        </w:rPr>
        <w:t xml:space="preserve"> </w:t>
      </w:r>
    </w:p>
    <w:p w:rsidR="0011002F" w:rsidRDefault="0011002F" w:rsidP="00205B07">
      <w:pPr>
        <w:pStyle w:val="ListParagraph"/>
        <w:ind w:left="0"/>
        <w:jc w:val="both"/>
        <w:rPr>
          <w:b/>
          <w:bCs/>
          <w:sz w:val="28"/>
          <w:szCs w:val="28"/>
        </w:rPr>
      </w:pPr>
      <w:r>
        <w:t xml:space="preserve">                                                 </w:t>
      </w:r>
      <w:r w:rsidRPr="00205B0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t xml:space="preserve">. </w:t>
      </w:r>
      <w:r w:rsidRPr="007D725C">
        <w:rPr>
          <w:b/>
          <w:bCs/>
          <w:sz w:val="28"/>
          <w:szCs w:val="28"/>
        </w:rPr>
        <w:t>Механизм реализации подпрограммы.</w:t>
      </w:r>
    </w:p>
    <w:p w:rsidR="0011002F" w:rsidRPr="007D725C" w:rsidRDefault="0011002F" w:rsidP="00205B07">
      <w:pPr>
        <w:pStyle w:val="ListParagraph"/>
        <w:ind w:left="0"/>
        <w:jc w:val="both"/>
        <w:rPr>
          <w:b/>
          <w:bCs/>
          <w:sz w:val="28"/>
          <w:szCs w:val="28"/>
        </w:rPr>
      </w:pPr>
    </w:p>
    <w:p w:rsidR="0011002F" w:rsidRDefault="0011002F" w:rsidP="00A96E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№2 к подпрограмме (далее - мероприятия подпрограммы) </w:t>
      </w:r>
    </w:p>
    <w:p w:rsidR="0011002F" w:rsidRDefault="0011002F" w:rsidP="00A96E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Главным распорядителем средств бюджета является администрация Бобровского сельсовета.</w:t>
      </w:r>
    </w:p>
    <w:p w:rsidR="0011002F" w:rsidRPr="000E6FA1" w:rsidRDefault="0011002F" w:rsidP="007D725C">
      <w:pPr>
        <w:pStyle w:val="ListParagraph"/>
        <w:autoSpaceDE w:val="0"/>
        <w:autoSpaceDN w:val="0"/>
        <w:adjustRightInd w:val="0"/>
        <w:ind w:left="383"/>
        <w:jc w:val="both"/>
        <w:rPr>
          <w:sz w:val="28"/>
          <w:szCs w:val="28"/>
        </w:rPr>
      </w:pPr>
    </w:p>
    <w:p w:rsidR="0011002F" w:rsidRPr="000E6FA1" w:rsidRDefault="0011002F" w:rsidP="007D725C">
      <w:pPr>
        <w:pStyle w:val="ListParagraph"/>
        <w:autoSpaceDE w:val="0"/>
        <w:autoSpaceDN w:val="0"/>
        <w:adjustRightInd w:val="0"/>
        <w:ind w:left="383"/>
        <w:jc w:val="both"/>
        <w:rPr>
          <w:sz w:val="28"/>
          <w:szCs w:val="28"/>
        </w:rPr>
      </w:pPr>
    </w:p>
    <w:p w:rsidR="0011002F" w:rsidRDefault="0011002F" w:rsidP="007D725C">
      <w:pPr>
        <w:jc w:val="both"/>
        <w:rPr>
          <w:sz w:val="28"/>
          <w:szCs w:val="28"/>
        </w:rPr>
      </w:pPr>
    </w:p>
    <w:p w:rsidR="0011002F" w:rsidRPr="007D725C" w:rsidRDefault="0011002F" w:rsidP="002C0D6C">
      <w:pPr>
        <w:pStyle w:val="ListParagraph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7D725C">
        <w:rPr>
          <w:b/>
          <w:bCs/>
          <w:sz w:val="28"/>
          <w:szCs w:val="28"/>
        </w:rPr>
        <w:t>Управление подпрограммой и контроль за ходом её выполнения.</w:t>
      </w:r>
    </w:p>
    <w:p w:rsidR="0011002F" w:rsidRDefault="0011002F" w:rsidP="002C0D6C">
      <w:pPr>
        <w:jc w:val="center"/>
        <w:rPr>
          <w:sz w:val="28"/>
          <w:szCs w:val="28"/>
        </w:rPr>
      </w:pP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Система управления подпрограммой направлена на достижение поставленных подпрограммой целей и задач и эффективности от проведения каждого мероприятия.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Общее руководство и контроль над ходом реализации подпрограммы осуществляет администрация Бобровского сельсовета.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 w:rsidRPr="00DD465F">
        <w:rPr>
          <w:i/>
          <w:iCs/>
          <w:sz w:val="28"/>
          <w:szCs w:val="28"/>
          <w:u w:val="single"/>
        </w:rPr>
        <w:t>В его обязанности входит</w:t>
      </w:r>
      <w:r>
        <w:rPr>
          <w:sz w:val="28"/>
          <w:szCs w:val="28"/>
        </w:rPr>
        <w:t xml:space="preserve">: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координация деятельности по реализации мероприятий подпрограммы;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>-рассмотрение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Функцию уполномоченного органа, обеспечивающего текущее управление и координацию работ по реализацию мероприятий подпрограммы, осуществляет администрация Бобровского сельсовета. </w:t>
      </w:r>
    </w:p>
    <w:p w:rsidR="0011002F" w:rsidRPr="00DD465F" w:rsidRDefault="0011002F" w:rsidP="007D725C">
      <w:pPr>
        <w:ind w:left="383"/>
        <w:jc w:val="both"/>
        <w:rPr>
          <w:i/>
          <w:iCs/>
          <w:sz w:val="28"/>
          <w:szCs w:val="28"/>
        </w:rPr>
      </w:pPr>
      <w:r w:rsidRPr="00DD465F">
        <w:rPr>
          <w:i/>
          <w:iCs/>
          <w:sz w:val="28"/>
          <w:szCs w:val="28"/>
        </w:rPr>
        <w:t xml:space="preserve">В его обязанности входит: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текущее управление мероприятиями;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мониторинг реализации подпрограммных мероприятий. 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Ответственным исполнителем мероприятий подпрограммы является администрация Бобровского сельсовета. Исполнитель несет ответственность за своевременную и полную реализацию подпрограммных мероприятий и за достижение утвержденных значений целевых индикаторов подпрограммы.</w:t>
      </w:r>
    </w:p>
    <w:p w:rsidR="0011002F" w:rsidRDefault="0011002F" w:rsidP="007D725C">
      <w:pPr>
        <w:ind w:left="383"/>
        <w:jc w:val="both"/>
        <w:rPr>
          <w:sz w:val="28"/>
          <w:szCs w:val="28"/>
        </w:rPr>
      </w:pPr>
    </w:p>
    <w:p w:rsidR="0011002F" w:rsidRDefault="0011002F" w:rsidP="002C0D6C">
      <w:pPr>
        <w:pStyle w:val="ListParagraph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 w:rsidRPr="00DD465F">
        <w:rPr>
          <w:b/>
          <w:bCs/>
          <w:sz w:val="28"/>
          <w:szCs w:val="28"/>
        </w:rPr>
        <w:t>Оценка социально-экономической эффективности</w:t>
      </w:r>
    </w:p>
    <w:p w:rsidR="0011002F" w:rsidRPr="00DD465F" w:rsidRDefault="0011002F" w:rsidP="00DD465F">
      <w:pPr>
        <w:pStyle w:val="ListParagraph"/>
        <w:ind w:left="383"/>
        <w:rPr>
          <w:b/>
          <w:bCs/>
          <w:sz w:val="28"/>
          <w:szCs w:val="28"/>
        </w:rPr>
      </w:pPr>
    </w:p>
    <w:p w:rsidR="0011002F" w:rsidRDefault="0011002F" w:rsidP="007D725C">
      <w:pPr>
        <w:pStyle w:val="ListParagraph"/>
        <w:ind w:left="383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подпрограммы оценивается по следующим показателям:</w:t>
      </w:r>
    </w:p>
    <w:p w:rsidR="0011002F" w:rsidRDefault="0011002F" w:rsidP="007D725C">
      <w:pPr>
        <w:pStyle w:val="ListParagraph"/>
        <w:ind w:left="383"/>
        <w:jc w:val="both"/>
        <w:rPr>
          <w:sz w:val="28"/>
          <w:szCs w:val="28"/>
        </w:rPr>
      </w:pPr>
    </w:p>
    <w:p w:rsidR="0011002F" w:rsidRDefault="0011002F" w:rsidP="00ED00DA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 качества содержания территории поселения в чистоте и порядке, а так же содержания мест захоронения в надлежащем виде.</w:t>
      </w:r>
    </w:p>
    <w:p w:rsidR="0011002F" w:rsidRDefault="0011002F" w:rsidP="006355C6">
      <w:pPr>
        <w:pStyle w:val="ListParagraph"/>
        <w:ind w:left="284"/>
        <w:jc w:val="both"/>
        <w:rPr>
          <w:sz w:val="28"/>
          <w:szCs w:val="28"/>
        </w:rPr>
      </w:pPr>
    </w:p>
    <w:p w:rsidR="0011002F" w:rsidRPr="004D76D1" w:rsidRDefault="0011002F" w:rsidP="007D725C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Улучшение</w:t>
      </w:r>
      <w:r w:rsidRPr="004D76D1">
        <w:rPr>
          <w:sz w:val="28"/>
          <w:szCs w:val="28"/>
        </w:rPr>
        <w:t xml:space="preserve"> качества освещённости улиц и дорог в населенных пунктах поселения, снижение нарушений общественного порядка.</w:t>
      </w:r>
    </w:p>
    <w:p w:rsidR="0011002F" w:rsidRDefault="0011002F" w:rsidP="00ED00DA">
      <w:pPr>
        <w:pStyle w:val="ListParagraph"/>
        <w:ind w:left="23"/>
        <w:rPr>
          <w:b/>
          <w:bCs/>
          <w:sz w:val="28"/>
          <w:szCs w:val="28"/>
        </w:rPr>
      </w:pPr>
    </w:p>
    <w:p w:rsidR="0011002F" w:rsidRDefault="0011002F" w:rsidP="00ED00DA">
      <w:pPr>
        <w:pStyle w:val="ListParagraph"/>
        <w:ind w:left="23"/>
        <w:rPr>
          <w:b/>
          <w:bCs/>
          <w:sz w:val="28"/>
          <w:szCs w:val="28"/>
        </w:rPr>
      </w:pPr>
    </w:p>
    <w:p w:rsidR="0011002F" w:rsidRPr="00ED00DA" w:rsidRDefault="0011002F" w:rsidP="00ED00DA">
      <w:pPr>
        <w:pStyle w:val="ListParagraph"/>
        <w:ind w:left="23"/>
        <w:rPr>
          <w:b/>
          <w:bCs/>
          <w:sz w:val="28"/>
          <w:szCs w:val="28"/>
        </w:rPr>
      </w:pPr>
    </w:p>
    <w:p w:rsidR="0011002F" w:rsidRPr="00DD465F" w:rsidRDefault="0011002F" w:rsidP="002C0D6C">
      <w:pPr>
        <w:pStyle w:val="ListParagraph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Мероприятия подпрограммы</w:t>
      </w:r>
    </w:p>
    <w:p w:rsidR="0011002F" w:rsidRPr="00DF54F1" w:rsidRDefault="0011002F" w:rsidP="00F06B12">
      <w:pPr>
        <w:jc w:val="both"/>
        <w:rPr>
          <w:sz w:val="28"/>
          <w:szCs w:val="28"/>
        </w:rPr>
      </w:pPr>
    </w:p>
    <w:p w:rsidR="0011002F" w:rsidRPr="00B75FBB" w:rsidRDefault="0011002F" w:rsidP="00B471DE">
      <w:pPr>
        <w:pStyle w:val="ListParagraph"/>
        <w:autoSpaceDE w:val="0"/>
        <w:autoSpaceDN w:val="0"/>
        <w:adjustRightInd w:val="0"/>
        <w:ind w:left="383"/>
      </w:pPr>
    </w:p>
    <w:p w:rsidR="0011002F" w:rsidRPr="00B471DE" w:rsidRDefault="0011002F" w:rsidP="00B471DE">
      <w:pPr>
        <w:pStyle w:val="ListParagraph"/>
        <w:ind w:left="383"/>
        <w:jc w:val="both"/>
        <w:outlineLvl w:val="0"/>
        <w:rPr>
          <w:sz w:val="28"/>
          <w:szCs w:val="28"/>
        </w:rPr>
      </w:pPr>
      <w:r w:rsidRPr="00B471DE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  <w:r>
        <w:rPr>
          <w:sz w:val="28"/>
          <w:szCs w:val="28"/>
        </w:rPr>
        <w:t xml:space="preserve"> – приложение № 2 к подпрограмме.</w:t>
      </w:r>
    </w:p>
    <w:p w:rsidR="0011002F" w:rsidRPr="00DF54F1" w:rsidRDefault="0011002F" w:rsidP="00F06B12">
      <w:pPr>
        <w:jc w:val="both"/>
        <w:rPr>
          <w:sz w:val="28"/>
          <w:szCs w:val="28"/>
        </w:rPr>
      </w:pPr>
    </w:p>
    <w:p w:rsidR="0011002F" w:rsidRPr="00494BE8" w:rsidRDefault="0011002F" w:rsidP="002C0D6C">
      <w:pPr>
        <w:pStyle w:val="ListParagraph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 w:rsidRPr="00494BE8">
        <w:rPr>
          <w:b/>
          <w:bCs/>
          <w:sz w:val="28"/>
          <w:szCs w:val="28"/>
        </w:rPr>
        <w:t>Обеспечение финансовых, материальных и трудовых затрат</w:t>
      </w:r>
    </w:p>
    <w:p w:rsidR="0011002F" w:rsidRPr="00494BE8" w:rsidRDefault="0011002F" w:rsidP="00F06B12">
      <w:pPr>
        <w:jc w:val="both"/>
        <w:rPr>
          <w:sz w:val="28"/>
          <w:szCs w:val="28"/>
        </w:rPr>
      </w:pPr>
    </w:p>
    <w:p w:rsidR="0011002F" w:rsidRDefault="0011002F" w:rsidP="00F06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Общий объем финансирования подпрограммы составляет:</w:t>
      </w:r>
    </w:p>
    <w:p w:rsidR="0011002F" w:rsidRDefault="0011002F" w:rsidP="00F06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2014-2016 годах </w:t>
      </w:r>
      <w:r>
        <w:rPr>
          <w:sz w:val="28"/>
          <w:szCs w:val="28"/>
          <w:u w:val="single"/>
        </w:rPr>
        <w:t xml:space="preserve">2205,0 </w:t>
      </w:r>
      <w:r>
        <w:rPr>
          <w:sz w:val="28"/>
          <w:szCs w:val="28"/>
        </w:rPr>
        <w:t>тыс.рублей</w:t>
      </w:r>
    </w:p>
    <w:p w:rsidR="0011002F" w:rsidRPr="00BE59E2" w:rsidRDefault="0011002F" w:rsidP="00F06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числе:</w:t>
      </w:r>
    </w:p>
    <w:p w:rsidR="0011002F" w:rsidRPr="00BE59E2" w:rsidRDefault="0011002F" w:rsidP="00F06B12">
      <w:pPr>
        <w:jc w:val="both"/>
        <w:rPr>
          <w:sz w:val="28"/>
          <w:szCs w:val="28"/>
        </w:rPr>
      </w:pPr>
      <w:r>
        <w:t xml:space="preserve">  </w:t>
      </w:r>
      <w:r w:rsidRPr="00BE59E2">
        <w:rPr>
          <w:sz w:val="28"/>
          <w:szCs w:val="28"/>
        </w:rPr>
        <w:t xml:space="preserve">средства местного бюджета </w:t>
      </w:r>
      <w:r>
        <w:rPr>
          <w:sz w:val="28"/>
          <w:szCs w:val="28"/>
          <w:u w:val="single"/>
        </w:rPr>
        <w:t>22</w:t>
      </w:r>
      <w:r w:rsidRPr="00BE59E2">
        <w:rPr>
          <w:sz w:val="28"/>
          <w:szCs w:val="28"/>
          <w:u w:val="single"/>
        </w:rPr>
        <w:t>05,0</w:t>
      </w:r>
      <w:r w:rsidRPr="00BE59E2">
        <w:rPr>
          <w:sz w:val="28"/>
          <w:szCs w:val="28"/>
        </w:rPr>
        <w:t xml:space="preserve"> тыс.рублей по годам:</w:t>
      </w:r>
    </w:p>
    <w:p w:rsidR="0011002F" w:rsidRPr="00BE59E2" w:rsidRDefault="0011002F" w:rsidP="00F06B12">
      <w:pPr>
        <w:jc w:val="both"/>
        <w:rPr>
          <w:sz w:val="28"/>
          <w:szCs w:val="28"/>
        </w:rPr>
      </w:pPr>
      <w:r w:rsidRPr="00BE59E2">
        <w:rPr>
          <w:sz w:val="28"/>
          <w:szCs w:val="28"/>
        </w:rPr>
        <w:t xml:space="preserve">  в 2014 году </w:t>
      </w:r>
      <w:r>
        <w:rPr>
          <w:sz w:val="28"/>
          <w:szCs w:val="28"/>
          <w:u w:val="single"/>
        </w:rPr>
        <w:t xml:space="preserve"> 7</w:t>
      </w:r>
      <w:r w:rsidRPr="00BE59E2">
        <w:rPr>
          <w:sz w:val="28"/>
          <w:szCs w:val="28"/>
          <w:u w:val="single"/>
        </w:rPr>
        <w:t xml:space="preserve">25,0 </w:t>
      </w:r>
      <w:r w:rsidRPr="00BE59E2">
        <w:rPr>
          <w:sz w:val="28"/>
          <w:szCs w:val="28"/>
        </w:rPr>
        <w:t xml:space="preserve"> тыс.рублей</w:t>
      </w:r>
    </w:p>
    <w:p w:rsidR="0011002F" w:rsidRPr="00BE59E2" w:rsidRDefault="0011002F" w:rsidP="00F06B12">
      <w:pPr>
        <w:jc w:val="both"/>
        <w:rPr>
          <w:sz w:val="28"/>
          <w:szCs w:val="28"/>
        </w:rPr>
      </w:pPr>
      <w:r w:rsidRPr="00BE59E2">
        <w:rPr>
          <w:sz w:val="28"/>
          <w:szCs w:val="28"/>
        </w:rPr>
        <w:t xml:space="preserve">  в 2015 году  </w:t>
      </w:r>
      <w:r>
        <w:rPr>
          <w:sz w:val="28"/>
          <w:szCs w:val="28"/>
          <w:u w:val="single"/>
        </w:rPr>
        <w:t>7</w:t>
      </w:r>
      <w:r w:rsidRPr="00BE59E2">
        <w:rPr>
          <w:sz w:val="28"/>
          <w:szCs w:val="28"/>
          <w:u w:val="single"/>
        </w:rPr>
        <w:t xml:space="preserve">35,0   </w:t>
      </w:r>
      <w:r w:rsidRPr="00BE59E2">
        <w:rPr>
          <w:sz w:val="28"/>
          <w:szCs w:val="28"/>
        </w:rPr>
        <w:t>тыс.рублей</w:t>
      </w:r>
    </w:p>
    <w:p w:rsidR="0011002F" w:rsidRPr="00BE59E2" w:rsidRDefault="0011002F" w:rsidP="00F06B12">
      <w:pPr>
        <w:jc w:val="both"/>
        <w:rPr>
          <w:sz w:val="28"/>
          <w:szCs w:val="28"/>
        </w:rPr>
      </w:pPr>
      <w:r w:rsidRPr="00BE59E2">
        <w:rPr>
          <w:sz w:val="28"/>
          <w:szCs w:val="28"/>
        </w:rPr>
        <w:t xml:space="preserve">  в 2016 году  </w:t>
      </w:r>
      <w:r>
        <w:rPr>
          <w:sz w:val="28"/>
          <w:szCs w:val="28"/>
          <w:u w:val="single"/>
        </w:rPr>
        <w:t>7</w:t>
      </w:r>
      <w:r w:rsidRPr="00BE59E2">
        <w:rPr>
          <w:sz w:val="28"/>
          <w:szCs w:val="28"/>
          <w:u w:val="single"/>
        </w:rPr>
        <w:t xml:space="preserve">45,0   </w:t>
      </w:r>
      <w:r w:rsidRPr="00BE59E2">
        <w:rPr>
          <w:sz w:val="28"/>
          <w:szCs w:val="28"/>
        </w:rPr>
        <w:t>тыс.рублей</w:t>
      </w:r>
    </w:p>
    <w:p w:rsidR="0011002F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Pr="006462C5" w:rsidRDefault="0011002F" w:rsidP="00F06B12">
      <w:pPr>
        <w:jc w:val="both"/>
      </w:pPr>
      <w:r w:rsidRPr="006462C5">
        <w:rPr>
          <w:iCs/>
          <w:sz w:val="28"/>
          <w:szCs w:val="28"/>
        </w:rPr>
        <w:t>Объемы средств  бюджетов всех уровней для финансирования муниципальной программы носят прогнозный характер и подлежат ежегодной корректировке.</w:t>
      </w:r>
    </w:p>
    <w:p w:rsidR="0011002F" w:rsidRPr="006462C5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Default="0011002F" w:rsidP="00F06B12">
      <w:pPr>
        <w:jc w:val="both"/>
      </w:pPr>
    </w:p>
    <w:p w:rsidR="0011002F" w:rsidRPr="0055226B" w:rsidRDefault="0011002F" w:rsidP="0055226B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5226B">
        <w:rPr>
          <w:sz w:val="28"/>
          <w:szCs w:val="28"/>
        </w:rPr>
        <w:t>Глава</w:t>
      </w:r>
    </w:p>
    <w:p w:rsidR="0011002F" w:rsidRPr="0055226B" w:rsidRDefault="0011002F" w:rsidP="0055226B">
      <w:pPr>
        <w:rPr>
          <w:sz w:val="28"/>
          <w:szCs w:val="28"/>
        </w:rPr>
        <w:sectPr w:rsidR="0011002F" w:rsidRPr="0055226B" w:rsidSect="00FC1272">
          <w:pgSz w:w="11906" w:h="16838"/>
          <w:pgMar w:top="851" w:right="851" w:bottom="1134" w:left="1134" w:header="709" w:footer="709" w:gutter="0"/>
          <w:cols w:space="708"/>
          <w:docGrid w:linePitch="381"/>
        </w:sectPr>
      </w:pPr>
      <w:r>
        <w:rPr>
          <w:sz w:val="28"/>
          <w:szCs w:val="28"/>
        </w:rPr>
        <w:t xml:space="preserve">         Бобровского</w:t>
      </w:r>
      <w:r w:rsidRPr="0055226B">
        <w:rPr>
          <w:sz w:val="28"/>
          <w:szCs w:val="28"/>
        </w:rPr>
        <w:t xml:space="preserve"> сельсовета    </w:t>
      </w:r>
      <w:r>
        <w:rPr>
          <w:sz w:val="28"/>
          <w:szCs w:val="28"/>
        </w:rPr>
        <w:t xml:space="preserve">                                           О.С.Генза</w:t>
      </w:r>
    </w:p>
    <w:p w:rsidR="0011002F" w:rsidRDefault="0011002F" w:rsidP="00F06B12">
      <w:pPr>
        <w:autoSpaceDE w:val="0"/>
        <w:autoSpaceDN w:val="0"/>
        <w:adjustRightInd w:val="0"/>
        <w:ind w:left="9781"/>
        <w:jc w:val="both"/>
      </w:pPr>
      <w:r>
        <w:t xml:space="preserve">Приложение № 1 </w:t>
      </w:r>
    </w:p>
    <w:p w:rsidR="0011002F" w:rsidRDefault="0011002F" w:rsidP="00F06B12">
      <w:pPr>
        <w:autoSpaceDE w:val="0"/>
        <w:autoSpaceDN w:val="0"/>
        <w:adjustRightInd w:val="0"/>
        <w:ind w:left="9781"/>
      </w:pPr>
      <w:r>
        <w:t>к  подпрограмме, реализуемой в рамках муниципальных программ Бобровского сельсовета</w:t>
      </w:r>
    </w:p>
    <w:p w:rsidR="0011002F" w:rsidRDefault="0011002F" w:rsidP="00F06B12">
      <w:pPr>
        <w:autoSpaceDE w:val="0"/>
        <w:autoSpaceDN w:val="0"/>
        <w:adjustRightInd w:val="0"/>
        <w:ind w:firstLine="540"/>
        <w:jc w:val="both"/>
      </w:pPr>
    </w:p>
    <w:p w:rsidR="0011002F" w:rsidRDefault="0011002F" w:rsidP="00F06B12">
      <w:pPr>
        <w:autoSpaceDE w:val="0"/>
        <w:autoSpaceDN w:val="0"/>
        <w:adjustRightInd w:val="0"/>
        <w:ind w:firstLine="540"/>
        <w:jc w:val="center"/>
        <w:outlineLvl w:val="0"/>
      </w:pPr>
      <w:r>
        <w:t>Перечень целевых индикаторов подпрограммы</w:t>
      </w:r>
    </w:p>
    <w:p w:rsidR="0011002F" w:rsidRDefault="0011002F" w:rsidP="00F06B12">
      <w:pPr>
        <w:autoSpaceDE w:val="0"/>
        <w:autoSpaceDN w:val="0"/>
        <w:adjustRightInd w:val="0"/>
        <w:ind w:firstLine="540"/>
        <w:jc w:val="center"/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1002F" w:rsidRPr="00165D3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№  </w:t>
            </w:r>
            <w:r w:rsidRPr="00165D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165D3D">
              <w:rPr>
                <w:sz w:val="24"/>
                <w:szCs w:val="24"/>
              </w:rPr>
              <w:t xml:space="preserve">,    </w:t>
            </w:r>
            <w:r w:rsidRPr="00165D3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целевые индикаторы</w:t>
            </w:r>
            <w:r w:rsidRPr="00165D3D">
              <w:rPr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Источник </w:t>
            </w:r>
            <w:r w:rsidRPr="00165D3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4817C5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817C5">
              <w:rPr>
                <w:sz w:val="23"/>
                <w:szCs w:val="23"/>
              </w:rPr>
              <w:t>Отчетный финансовый год</w:t>
            </w:r>
            <w:r>
              <w:rPr>
                <w:sz w:val="23"/>
                <w:szCs w:val="23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3"/>
                  <w:szCs w:val="23"/>
                </w:rPr>
                <w:t>2012 г</w:t>
              </w:r>
            </w:smartTag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4817C5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817C5">
              <w:rPr>
                <w:sz w:val="23"/>
                <w:szCs w:val="23"/>
              </w:rPr>
              <w:t>Текущий финансовый год</w:t>
            </w:r>
            <w:r>
              <w:rPr>
                <w:sz w:val="23"/>
                <w:szCs w:val="23"/>
              </w:rPr>
              <w:t xml:space="preserve">             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3"/>
                  <w:szCs w:val="23"/>
                </w:rPr>
                <w:t>2013 г</w:t>
              </w:r>
            </w:smartTag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4817C5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817C5">
              <w:rPr>
                <w:sz w:val="23"/>
                <w:szCs w:val="23"/>
              </w:rPr>
              <w:t>Очередной финансовый год</w:t>
            </w:r>
            <w:r>
              <w:rPr>
                <w:sz w:val="23"/>
                <w:szCs w:val="23"/>
              </w:rPr>
              <w:t xml:space="preserve">           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sz w:val="23"/>
                  <w:szCs w:val="23"/>
                </w:rPr>
                <w:t>2014 г</w:t>
              </w:r>
            </w:smartTag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4817C5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817C5">
              <w:rPr>
                <w:sz w:val="24"/>
                <w:szCs w:val="24"/>
              </w:rPr>
              <w:t>Первый год планового периода</w:t>
            </w:r>
            <w:r>
              <w:rPr>
                <w:sz w:val="24"/>
                <w:szCs w:val="24"/>
              </w:rPr>
              <w:t xml:space="preserve">      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sz w:val="24"/>
                  <w:szCs w:val="24"/>
                </w:rPr>
                <w:t>2015 г</w:t>
              </w:r>
            </w:smartTag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002F" w:rsidRPr="004817C5" w:rsidRDefault="0011002F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817C5">
              <w:rPr>
                <w:sz w:val="24"/>
                <w:szCs w:val="24"/>
              </w:rPr>
              <w:t>Второй год планового периода</w:t>
            </w:r>
            <w:r>
              <w:rPr>
                <w:sz w:val="24"/>
                <w:szCs w:val="24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sz w:val="24"/>
                  <w:szCs w:val="24"/>
                </w:rPr>
                <w:t>2016 г</w:t>
              </w:r>
            </w:smartTag>
          </w:p>
        </w:tc>
      </w:tr>
      <w:tr w:rsidR="0011002F" w:rsidRPr="00165D3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3C67F9" w:rsidRDefault="0011002F" w:rsidP="002E02A3">
            <w:pPr>
              <w:pStyle w:val="ConsPlusNormal"/>
              <w:widowControl/>
              <w:ind w:firstLine="0"/>
              <w:rPr>
                <w:b/>
                <w:bCs/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 xml:space="preserve">подпрограммы: </w:t>
            </w:r>
            <w:r w:rsidRPr="003C67F9">
              <w:rPr>
                <w:b/>
                <w:bCs/>
                <w:sz w:val="24"/>
                <w:szCs w:val="24"/>
              </w:rPr>
              <w:t>Улучшени</w:t>
            </w:r>
            <w:r>
              <w:rPr>
                <w:b/>
                <w:bCs/>
                <w:sz w:val="24"/>
                <w:szCs w:val="24"/>
              </w:rPr>
              <w:t>е состояния территории населенных пунктов</w:t>
            </w:r>
          </w:p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6355C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1002F" w:rsidRPr="00165D3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Целевой индикатор </w:t>
            </w:r>
            <w:r w:rsidRPr="00165D3D">
              <w:rPr>
                <w:sz w:val="24"/>
                <w:szCs w:val="24"/>
              </w:rPr>
              <w:t xml:space="preserve"> 1</w:t>
            </w:r>
          </w:p>
          <w:p w:rsidR="0011002F" w:rsidRPr="00ED00DA" w:rsidRDefault="0011002F" w:rsidP="00ED00DA">
            <w:pPr>
              <w:pStyle w:val="ListParagraph"/>
              <w:ind w:left="0"/>
            </w:pPr>
            <w:r w:rsidRPr="00ED00DA">
              <w:t>Доля уровня внешнего благоустройства и санитарного содержания населенных пунктов;</w:t>
            </w:r>
          </w:p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6462C5" w:rsidRDefault="0011002F" w:rsidP="006462C5">
            <w:pPr>
              <w:rPr>
                <w:lang w:eastAsia="ar-SA"/>
              </w:rPr>
            </w:pPr>
          </w:p>
          <w:p w:rsidR="0011002F" w:rsidRDefault="0011002F" w:rsidP="006462C5">
            <w:pPr>
              <w:rPr>
                <w:lang w:eastAsia="ar-SA"/>
              </w:rPr>
            </w:pPr>
          </w:p>
          <w:p w:rsidR="0011002F" w:rsidRDefault="0011002F" w:rsidP="006462C5">
            <w:pPr>
              <w:rPr>
                <w:lang w:eastAsia="ar-SA"/>
              </w:rPr>
            </w:pPr>
          </w:p>
          <w:p w:rsidR="0011002F" w:rsidRPr="006462C5" w:rsidRDefault="0011002F" w:rsidP="006462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spacing w:line="36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95%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95%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ind w:firstLine="708"/>
              <w:rPr>
                <w:lang w:eastAsia="ar-SA"/>
              </w:rPr>
            </w:pPr>
            <w:r>
              <w:rPr>
                <w:lang w:eastAsia="ar-SA"/>
              </w:rPr>
              <w:t>95%</w:t>
            </w:r>
          </w:p>
        </w:tc>
      </w:tr>
      <w:tr w:rsidR="0011002F" w:rsidRPr="00165D3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6355C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2</w:t>
            </w:r>
          </w:p>
          <w:p w:rsidR="0011002F" w:rsidRDefault="0011002F" w:rsidP="006355C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D00DA">
              <w:rPr>
                <w:sz w:val="24"/>
                <w:szCs w:val="24"/>
              </w:rPr>
              <w:t>Объем средств на повышение качества освещенности улиц и дорог в населенных пунктах.</w:t>
            </w: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Pr="00165D3D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6462C5" w:rsidRDefault="0011002F" w:rsidP="006462C5">
            <w:pPr>
              <w:rPr>
                <w:lang w:eastAsia="ar-SA"/>
              </w:rPr>
            </w:pPr>
          </w:p>
          <w:p w:rsidR="0011002F" w:rsidRPr="006462C5" w:rsidRDefault="0011002F" w:rsidP="006462C5">
            <w:pPr>
              <w:rPr>
                <w:lang w:eastAsia="ar-SA"/>
              </w:rPr>
            </w:pPr>
          </w:p>
          <w:p w:rsidR="0011002F" w:rsidRDefault="0011002F" w:rsidP="006462C5">
            <w:pPr>
              <w:rPr>
                <w:lang w:eastAsia="ar-SA"/>
              </w:rPr>
            </w:pPr>
          </w:p>
          <w:p w:rsidR="0011002F" w:rsidRPr="006462C5" w:rsidRDefault="0011002F" w:rsidP="006462C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02F" w:rsidRDefault="0011002F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rPr>
                <w:lang w:eastAsia="ar-SA"/>
              </w:rPr>
            </w:pPr>
          </w:p>
          <w:p w:rsidR="0011002F" w:rsidRDefault="0011002F" w:rsidP="005728A8">
            <w:pPr>
              <w:rPr>
                <w:lang w:eastAsia="ar-SA"/>
              </w:rPr>
            </w:pPr>
          </w:p>
          <w:p w:rsidR="0011002F" w:rsidRPr="005728A8" w:rsidRDefault="0011002F" w:rsidP="005728A8">
            <w:pPr>
              <w:ind w:firstLine="708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</w:tbl>
    <w:p w:rsidR="0011002F" w:rsidRDefault="0011002F" w:rsidP="00F06B12">
      <w:pPr>
        <w:autoSpaceDE w:val="0"/>
        <w:autoSpaceDN w:val="0"/>
        <w:adjustRightInd w:val="0"/>
        <w:ind w:firstLine="540"/>
        <w:jc w:val="center"/>
      </w:pPr>
    </w:p>
    <w:p w:rsidR="0011002F" w:rsidRDefault="0011002F" w:rsidP="00F06B12">
      <w:pPr>
        <w:autoSpaceDE w:val="0"/>
        <w:autoSpaceDN w:val="0"/>
        <w:adjustRightInd w:val="0"/>
        <w:ind w:firstLine="540"/>
        <w:jc w:val="both"/>
      </w:pPr>
    </w:p>
    <w:p w:rsidR="0011002F" w:rsidRDefault="0011002F" w:rsidP="00F06B12">
      <w:pPr>
        <w:autoSpaceDE w:val="0"/>
        <w:autoSpaceDN w:val="0"/>
        <w:adjustRightInd w:val="0"/>
        <w:ind w:firstLine="540"/>
        <w:jc w:val="both"/>
        <w:sectPr w:rsidR="0011002F" w:rsidSect="00F06B12">
          <w:pgSz w:w="16838" w:h="11906" w:orient="landscape"/>
          <w:pgMar w:top="851" w:right="1134" w:bottom="1134" w:left="851" w:header="709" w:footer="709" w:gutter="0"/>
          <w:cols w:space="708"/>
          <w:docGrid w:linePitch="381"/>
        </w:sectPr>
      </w:pPr>
    </w:p>
    <w:p w:rsidR="0011002F" w:rsidRPr="00FC195E" w:rsidRDefault="0011002F" w:rsidP="00FC195E">
      <w:pPr>
        <w:pStyle w:val="ListParagraph"/>
        <w:autoSpaceDE w:val="0"/>
        <w:autoSpaceDN w:val="0"/>
        <w:adjustRightInd w:val="0"/>
        <w:ind w:left="383"/>
        <w:jc w:val="right"/>
      </w:pPr>
      <w:r w:rsidRPr="00FC195E">
        <w:t xml:space="preserve">Приложение № 2 </w:t>
      </w:r>
    </w:p>
    <w:p w:rsidR="0011002F" w:rsidRDefault="0011002F" w:rsidP="00FC195E">
      <w:pPr>
        <w:pStyle w:val="ListParagraph"/>
        <w:autoSpaceDE w:val="0"/>
        <w:autoSpaceDN w:val="0"/>
        <w:adjustRightInd w:val="0"/>
        <w:ind w:left="383"/>
        <w:jc w:val="right"/>
      </w:pPr>
      <w:r>
        <w:t>к  подпрограмме</w:t>
      </w:r>
      <w:r w:rsidRPr="00FC195E">
        <w:t xml:space="preserve">, реализуемой в рамках </w:t>
      </w:r>
    </w:p>
    <w:p w:rsidR="0011002F" w:rsidRPr="00FC195E" w:rsidRDefault="0011002F" w:rsidP="00FC195E">
      <w:pPr>
        <w:pStyle w:val="ListParagraph"/>
        <w:autoSpaceDE w:val="0"/>
        <w:autoSpaceDN w:val="0"/>
        <w:adjustRightInd w:val="0"/>
        <w:ind w:left="383"/>
        <w:jc w:val="right"/>
      </w:pPr>
      <w:r w:rsidRPr="00FC195E">
        <w:t xml:space="preserve">муниципальных программ </w:t>
      </w:r>
      <w:r>
        <w:t>Бобровского</w:t>
      </w:r>
      <w:r w:rsidRPr="00FC195E">
        <w:t xml:space="preserve"> сельсовета</w:t>
      </w:r>
    </w:p>
    <w:p w:rsidR="0011002F" w:rsidRPr="00B75FBB" w:rsidRDefault="0011002F" w:rsidP="00FC195E">
      <w:pPr>
        <w:pStyle w:val="ListParagraph"/>
        <w:autoSpaceDE w:val="0"/>
        <w:autoSpaceDN w:val="0"/>
        <w:adjustRightInd w:val="0"/>
        <w:ind w:left="383"/>
      </w:pPr>
    </w:p>
    <w:p w:rsidR="0011002F" w:rsidRPr="00B75FBB" w:rsidRDefault="0011002F" w:rsidP="00FC195E">
      <w:pPr>
        <w:pStyle w:val="ListParagraph"/>
        <w:ind w:left="383"/>
        <w:outlineLvl w:val="0"/>
      </w:pPr>
      <w:r w:rsidRPr="00B75FBB"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42" w:type="dxa"/>
        <w:tblInd w:w="-106" w:type="dxa"/>
        <w:tblLayout w:type="fixed"/>
        <w:tblLook w:val="00A0"/>
      </w:tblPr>
      <w:tblGrid>
        <w:gridCol w:w="2142"/>
        <w:gridCol w:w="2132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11002F" w:rsidRPr="00B75FBB" w:rsidTr="00AE791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Наименование  программы, подпрограммы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 xml:space="preserve">Расходы </w:t>
            </w:r>
            <w:r w:rsidRPr="00B75FBB"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1002F" w:rsidRPr="00B75FBB" w:rsidTr="00AE791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 xml:space="preserve">очередной финансовый </w:t>
            </w:r>
            <w:r>
              <w:t xml:space="preserve">2014 </w:t>
            </w:r>
            <w:r w:rsidRPr="00B75FBB"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первый год планового периода</w:t>
            </w:r>
            <w:r>
              <w:t xml:space="preserve"> 2015г.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второй год планового периода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  <w:r w:rsidRPr="00B75FBB"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B75FBB" w:rsidRDefault="0011002F" w:rsidP="002E02A3">
            <w:pPr>
              <w:jc w:val="center"/>
            </w:pPr>
          </w:p>
        </w:tc>
      </w:tr>
      <w:tr w:rsidR="0011002F" w:rsidRPr="00B75FBB" w:rsidTr="00AE791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Default="0011002F" w:rsidP="002E02A3">
            <w:r w:rsidRPr="00B75FBB">
              <w:t>Цель подпрограммы</w:t>
            </w:r>
            <w:r>
              <w:t xml:space="preserve"> </w:t>
            </w:r>
            <w:r w:rsidRPr="003C67F9">
              <w:rPr>
                <w:b/>
                <w:bCs/>
              </w:rPr>
              <w:t xml:space="preserve">Улучшение </w:t>
            </w:r>
            <w:r>
              <w:rPr>
                <w:b/>
                <w:bCs/>
              </w:rPr>
              <w:t>состояния территории населенных пунктов</w:t>
            </w:r>
          </w:p>
          <w:p w:rsidR="0011002F" w:rsidRPr="00B75FBB" w:rsidRDefault="0011002F" w:rsidP="002E02A3"/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DD1BBD" w:rsidRDefault="0011002F" w:rsidP="00F732CB">
            <w:pPr>
              <w:rPr>
                <w:sz w:val="20"/>
                <w:szCs w:val="20"/>
              </w:rPr>
            </w:pPr>
            <w:r w:rsidRPr="00DD1BBD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Бобровского</w:t>
            </w:r>
            <w:r w:rsidRPr="00DD1BBD">
              <w:rPr>
                <w:sz w:val="20"/>
                <w:szCs w:val="20"/>
              </w:rPr>
              <w:t xml:space="preserve"> сельсовета </w:t>
            </w:r>
            <w:r>
              <w:rPr>
                <w:sz w:val="20"/>
                <w:szCs w:val="20"/>
              </w:rPr>
              <w:t>Большеулуйского</w:t>
            </w:r>
            <w:r w:rsidRPr="00DD1BBD">
              <w:rPr>
                <w:sz w:val="20"/>
                <w:szCs w:val="20"/>
              </w:rPr>
              <w:t xml:space="preserve">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4342CB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2E02A3">
            <w:pPr>
              <w:jc w:val="center"/>
            </w:pPr>
          </w:p>
        </w:tc>
      </w:tr>
      <w:tr w:rsidR="0011002F" w:rsidRPr="00B75FBB" w:rsidTr="00AE791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002F" w:rsidRPr="00051628" w:rsidRDefault="0011002F" w:rsidP="002E02A3">
            <w:pPr>
              <w:rPr>
                <w:b/>
              </w:rPr>
            </w:pPr>
            <w:r w:rsidRPr="00051628">
              <w:rPr>
                <w:b/>
              </w:rPr>
              <w:t>Задача 1</w:t>
            </w:r>
          </w:p>
          <w:p w:rsidR="0011002F" w:rsidRPr="00B75FBB" w:rsidRDefault="0011002F" w:rsidP="002E02A3">
            <w:r>
              <w:rPr>
                <w:sz w:val="18"/>
                <w:szCs w:val="18"/>
              </w:rPr>
              <w:t>Организация благоустройства населенных пунктов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F732CB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2E02A3">
            <w:pPr>
              <w:jc w:val="center"/>
            </w:pPr>
          </w:p>
        </w:tc>
      </w:tr>
      <w:tr w:rsidR="0011002F" w:rsidRPr="00B75FBB" w:rsidTr="00AE791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051628" w:rsidRDefault="0011002F" w:rsidP="00130375">
            <w:pPr>
              <w:rPr>
                <w:sz w:val="20"/>
                <w:szCs w:val="20"/>
              </w:rPr>
            </w:pPr>
            <w:r w:rsidRPr="00051628">
              <w:rPr>
                <w:sz w:val="20"/>
                <w:szCs w:val="20"/>
              </w:rPr>
              <w:t>1) Ограждение кладбища в с.Бобровка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130375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  <w: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  <w: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  <w: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130375">
            <w:pPr>
              <w:jc w:val="center"/>
            </w:pPr>
            <w:r>
              <w:t>60,00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F732CB">
            <w:r w:rsidRPr="006462C5">
              <w:rPr>
                <w:sz w:val="22"/>
                <w:szCs w:val="22"/>
              </w:rPr>
              <w:t>Улучшение качест</w:t>
            </w:r>
            <w:r>
              <w:rPr>
                <w:sz w:val="22"/>
                <w:szCs w:val="22"/>
              </w:rPr>
              <w:t xml:space="preserve">ва </w:t>
            </w:r>
            <w:r w:rsidRPr="006462C5">
              <w:rPr>
                <w:sz w:val="22"/>
                <w:szCs w:val="22"/>
              </w:rPr>
              <w:t>содержание мест захоронения в надлежащем виде</w:t>
            </w:r>
            <w:r>
              <w:t>.</w:t>
            </w:r>
          </w:p>
        </w:tc>
      </w:tr>
      <w:tr w:rsidR="0011002F" w:rsidRPr="00B75FBB" w:rsidTr="00AE791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051628" w:rsidRDefault="0011002F" w:rsidP="00130375">
            <w:pPr>
              <w:rPr>
                <w:sz w:val="20"/>
                <w:szCs w:val="20"/>
              </w:rPr>
            </w:pPr>
            <w:r w:rsidRPr="00051628">
              <w:rPr>
                <w:sz w:val="20"/>
                <w:szCs w:val="20"/>
              </w:rPr>
              <w:t>2) Ограждение кладбища в д.Черемшанка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130375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  <w: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130375">
            <w:pPr>
              <w:jc w:val="center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130375">
            <w:pPr>
              <w:jc w:val="center"/>
            </w:pPr>
            <w:r>
              <w:t>60,0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F732CB">
            <w:r w:rsidRPr="006462C5">
              <w:rPr>
                <w:sz w:val="22"/>
                <w:szCs w:val="22"/>
              </w:rPr>
              <w:t>Улучшение качест</w:t>
            </w:r>
            <w:r>
              <w:rPr>
                <w:sz w:val="22"/>
                <w:szCs w:val="22"/>
              </w:rPr>
              <w:t xml:space="preserve">ва </w:t>
            </w:r>
            <w:r w:rsidRPr="006462C5">
              <w:rPr>
                <w:sz w:val="22"/>
                <w:szCs w:val="22"/>
              </w:rPr>
              <w:t>содержание мест захоронения в надлежащем виде</w:t>
            </w:r>
            <w:r>
              <w:t>.</w:t>
            </w:r>
          </w:p>
        </w:tc>
      </w:tr>
      <w:tr w:rsidR="0011002F" w:rsidRPr="00B75FBB" w:rsidTr="00AE791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D239D3" w:rsidRDefault="0011002F" w:rsidP="002E0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D239D3">
              <w:rPr>
                <w:sz w:val="20"/>
                <w:szCs w:val="20"/>
              </w:rPr>
              <w:t>) Обеспечение санитарного благополучия в местах несанкционированных свалок ТБО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2E02A3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Default="0011002F" w:rsidP="002E02A3">
            <w:pPr>
              <w:jc w:val="center"/>
            </w:pPr>
          </w:p>
          <w:p w:rsidR="0011002F" w:rsidRPr="00EC2D8D" w:rsidRDefault="0011002F" w:rsidP="00EC2D8D"/>
          <w:p w:rsidR="0011002F" w:rsidRPr="00EC2D8D" w:rsidRDefault="0011002F" w:rsidP="00EC2D8D"/>
          <w:p w:rsidR="0011002F" w:rsidRDefault="0011002F" w:rsidP="00EC2D8D"/>
          <w:p w:rsidR="0011002F" w:rsidRPr="00EC2D8D" w:rsidRDefault="0011002F" w:rsidP="00EC2D8D">
            <w:pPr>
              <w:jc w:val="center"/>
            </w:pPr>
            <w: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Default="0011002F" w:rsidP="002E02A3">
            <w:pPr>
              <w:jc w:val="center"/>
            </w:pPr>
          </w:p>
          <w:p w:rsidR="0011002F" w:rsidRPr="00EC2D8D" w:rsidRDefault="0011002F" w:rsidP="00EC2D8D"/>
          <w:p w:rsidR="0011002F" w:rsidRPr="00EC2D8D" w:rsidRDefault="0011002F" w:rsidP="00EC2D8D"/>
          <w:p w:rsidR="0011002F" w:rsidRDefault="0011002F" w:rsidP="00EC2D8D"/>
          <w:p w:rsidR="0011002F" w:rsidRPr="00EC2D8D" w:rsidRDefault="0011002F" w:rsidP="00EC2D8D">
            <w:pPr>
              <w:jc w:val="center"/>
            </w:pPr>
            <w: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Default="0011002F" w:rsidP="002E02A3">
            <w:pPr>
              <w:jc w:val="center"/>
            </w:pPr>
          </w:p>
          <w:p w:rsidR="0011002F" w:rsidRPr="00EC2D8D" w:rsidRDefault="0011002F" w:rsidP="00EC2D8D"/>
          <w:p w:rsidR="0011002F" w:rsidRPr="00EC2D8D" w:rsidRDefault="0011002F" w:rsidP="00EC2D8D"/>
          <w:p w:rsidR="0011002F" w:rsidRDefault="0011002F" w:rsidP="00EC2D8D"/>
          <w:p w:rsidR="0011002F" w:rsidRPr="00EC2D8D" w:rsidRDefault="0011002F" w:rsidP="00EC2D8D">
            <w: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jc w:val="center"/>
            </w:pPr>
          </w:p>
          <w:p w:rsidR="0011002F" w:rsidRPr="00EC2D8D" w:rsidRDefault="0011002F" w:rsidP="00EC2D8D"/>
          <w:p w:rsidR="0011002F" w:rsidRPr="00EC2D8D" w:rsidRDefault="0011002F" w:rsidP="00EC2D8D"/>
          <w:p w:rsidR="0011002F" w:rsidRDefault="0011002F" w:rsidP="00EC2D8D"/>
          <w:p w:rsidR="0011002F" w:rsidRPr="00EC2D8D" w:rsidRDefault="0011002F" w:rsidP="00EC2D8D">
            <w:r>
              <w:t xml:space="preserve">  180,0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F732CB">
            <w:r w:rsidRPr="006462C5">
              <w:rPr>
                <w:sz w:val="22"/>
                <w:szCs w:val="22"/>
              </w:rPr>
              <w:t>Улучшение качест</w:t>
            </w:r>
            <w:r>
              <w:rPr>
                <w:sz w:val="22"/>
                <w:szCs w:val="22"/>
              </w:rPr>
              <w:t xml:space="preserve">ва </w:t>
            </w:r>
            <w:r w:rsidRPr="006462C5">
              <w:rPr>
                <w:sz w:val="22"/>
                <w:szCs w:val="22"/>
              </w:rPr>
              <w:t xml:space="preserve">содержание </w:t>
            </w:r>
            <w:r>
              <w:rPr>
                <w:sz w:val="22"/>
                <w:szCs w:val="22"/>
              </w:rPr>
              <w:t>территории поселения в чистоте и порядке.</w:t>
            </w:r>
          </w:p>
        </w:tc>
      </w:tr>
      <w:tr w:rsidR="0011002F" w:rsidRPr="00B75FBB" w:rsidTr="00AE791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051628" w:rsidRDefault="0011002F" w:rsidP="002E02A3">
            <w:pPr>
              <w:rPr>
                <w:b/>
              </w:rPr>
            </w:pPr>
          </w:p>
          <w:p w:rsidR="0011002F" w:rsidRPr="002F4B14" w:rsidRDefault="0011002F" w:rsidP="002E0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Содержание уличного освещения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2E02A3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2E02A3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Default="0011002F" w:rsidP="002E02A3">
            <w:pPr>
              <w:jc w:val="center"/>
            </w:pPr>
          </w:p>
          <w:p w:rsidR="0011002F" w:rsidRPr="00AE791B" w:rsidRDefault="0011002F" w:rsidP="00AE791B"/>
          <w:p w:rsidR="0011002F" w:rsidRPr="00AE791B" w:rsidRDefault="0011002F" w:rsidP="00AE791B"/>
          <w:p w:rsidR="0011002F" w:rsidRDefault="0011002F" w:rsidP="00AE791B"/>
          <w:p w:rsidR="0011002F" w:rsidRPr="00AE791B" w:rsidRDefault="0011002F" w:rsidP="00AE791B">
            <w:pPr>
              <w:jc w:val="center"/>
            </w:pPr>
            <w:r>
              <w:t>360,0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Default="0011002F" w:rsidP="002E02A3">
            <w:pPr>
              <w:jc w:val="center"/>
            </w:pPr>
          </w:p>
          <w:p w:rsidR="0011002F" w:rsidRPr="00AE791B" w:rsidRDefault="0011002F" w:rsidP="00AE791B"/>
          <w:p w:rsidR="0011002F" w:rsidRPr="00AE791B" w:rsidRDefault="0011002F" w:rsidP="00AE791B"/>
          <w:p w:rsidR="0011002F" w:rsidRDefault="0011002F" w:rsidP="00AE791B"/>
          <w:p w:rsidR="0011002F" w:rsidRPr="00AE791B" w:rsidRDefault="0011002F" w:rsidP="00AE791B">
            <w:pPr>
              <w:jc w:val="center"/>
            </w:pPr>
            <w:r>
              <w:t>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Default="0011002F" w:rsidP="002E02A3">
            <w:pPr>
              <w:jc w:val="center"/>
            </w:pPr>
          </w:p>
          <w:p w:rsidR="0011002F" w:rsidRPr="00AE791B" w:rsidRDefault="0011002F" w:rsidP="00AE791B"/>
          <w:p w:rsidR="0011002F" w:rsidRPr="00AE791B" w:rsidRDefault="0011002F" w:rsidP="00AE791B"/>
          <w:p w:rsidR="0011002F" w:rsidRDefault="0011002F" w:rsidP="00AE791B"/>
          <w:p w:rsidR="0011002F" w:rsidRPr="00AE791B" w:rsidRDefault="0011002F" w:rsidP="00AE791B">
            <w:r>
              <w:t>380,0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jc w:val="center"/>
            </w:pPr>
          </w:p>
          <w:p w:rsidR="0011002F" w:rsidRPr="00AE791B" w:rsidRDefault="0011002F" w:rsidP="00AE791B"/>
          <w:p w:rsidR="0011002F" w:rsidRPr="00AE791B" w:rsidRDefault="0011002F" w:rsidP="00AE791B"/>
          <w:p w:rsidR="0011002F" w:rsidRDefault="0011002F" w:rsidP="00AE791B"/>
          <w:p w:rsidR="0011002F" w:rsidRPr="00AE791B" w:rsidRDefault="0011002F" w:rsidP="00AE791B">
            <w:r>
              <w:t>1110,0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F732CB">
            <w:r>
              <w:t>Улучшение качества освещённости улиц и дорог в населенных пунктах поселения, снижение нарушений общественного порядка.</w:t>
            </w:r>
          </w:p>
          <w:p w:rsidR="0011002F" w:rsidRPr="00B75FBB" w:rsidRDefault="0011002F" w:rsidP="009272C5"/>
        </w:tc>
      </w:tr>
      <w:tr w:rsidR="0011002F" w:rsidRPr="00B75FBB" w:rsidTr="00364D4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EE71D6" w:rsidRDefault="0011002F" w:rsidP="0036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E71D6">
              <w:rPr>
                <w:sz w:val="20"/>
                <w:szCs w:val="20"/>
              </w:rPr>
              <w:t xml:space="preserve">) Текущий ремонт имеющихся  </w:t>
            </w:r>
            <w:r>
              <w:rPr>
                <w:sz w:val="20"/>
                <w:szCs w:val="20"/>
              </w:rPr>
              <w:t>эл.</w:t>
            </w:r>
            <w:r w:rsidRPr="00EE71D6">
              <w:rPr>
                <w:sz w:val="20"/>
                <w:szCs w:val="20"/>
              </w:rPr>
              <w:t>линий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  <w:r>
              <w:t>30,0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</w:p>
        </w:tc>
      </w:tr>
      <w:tr w:rsidR="0011002F" w:rsidRPr="00B75FBB" w:rsidTr="00364D4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EE71D6" w:rsidRDefault="0011002F" w:rsidP="0036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E71D6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Замена ламп на светильники с натриевыми лампами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  <w:r>
              <w:t>120,0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</w:p>
        </w:tc>
      </w:tr>
      <w:tr w:rsidR="0011002F" w:rsidRPr="00B75FBB" w:rsidTr="00364D4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r>
              <w:rPr>
                <w:sz w:val="20"/>
                <w:szCs w:val="20"/>
              </w:rPr>
              <w:t>7</w:t>
            </w:r>
            <w:r w:rsidRPr="00EE71D6">
              <w:rPr>
                <w:sz w:val="20"/>
                <w:szCs w:val="20"/>
              </w:rPr>
              <w:t>) Копка экскаватором придорожных канав для стока талых вод в весенний период</w:t>
            </w:r>
            <w: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r>
              <w:t xml:space="preserve">        </w:t>
            </w:r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  <w:r>
              <w:t>45,0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  <w:r>
              <w:t>Улучшение качества дорог в весенний период</w:t>
            </w:r>
          </w:p>
        </w:tc>
      </w:tr>
      <w:tr w:rsidR="0011002F" w:rsidRPr="00B75FBB" w:rsidTr="00364D4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EE71D6" w:rsidRDefault="0011002F" w:rsidP="0036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E71D6">
              <w:rPr>
                <w:sz w:val="20"/>
                <w:szCs w:val="20"/>
              </w:rPr>
              <w:t>) Очистка дорог от снега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r>
              <w:rPr>
                <w:sz w:val="20"/>
                <w:szCs w:val="20"/>
              </w:rPr>
              <w:t>Администрация Бобров</w:t>
            </w:r>
            <w:r w:rsidRPr="00F732CB">
              <w:rPr>
                <w:sz w:val="20"/>
                <w:szCs w:val="20"/>
              </w:rPr>
              <w:t>ского сельсовета Большеулуйского района Красноярского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B75FBB" w:rsidRDefault="0011002F" w:rsidP="00364D49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  <w:r>
              <w:t>600,0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B75FBB" w:rsidRDefault="0011002F" w:rsidP="00364D49">
            <w:pPr>
              <w:jc w:val="center"/>
            </w:pPr>
            <w:r>
              <w:t>Улучшение качества дорог в зимний период</w:t>
            </w:r>
          </w:p>
        </w:tc>
      </w:tr>
    </w:tbl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Default="0011002F" w:rsidP="00FC1272">
      <w:pPr>
        <w:pStyle w:val="ConsPlusNormal"/>
        <w:widowControl/>
        <w:ind w:firstLine="0"/>
        <w:outlineLvl w:val="2"/>
        <w:rPr>
          <w:sz w:val="28"/>
          <w:szCs w:val="28"/>
        </w:rPr>
      </w:pPr>
    </w:p>
    <w:p w:rsidR="0011002F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8"/>
          <w:szCs w:val="28"/>
        </w:rPr>
      </w:pPr>
    </w:p>
    <w:p w:rsidR="0011002F" w:rsidRPr="00D239D3" w:rsidRDefault="0011002F" w:rsidP="00EC1E40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D239D3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3</w:t>
      </w:r>
    </w:p>
    <w:p w:rsidR="0011002F" w:rsidRDefault="0011002F" w:rsidP="00FC1272">
      <w:pPr>
        <w:pStyle w:val="ListParagraph"/>
        <w:autoSpaceDE w:val="0"/>
        <w:autoSpaceDN w:val="0"/>
        <w:adjustRightInd w:val="0"/>
        <w:ind w:left="383"/>
        <w:jc w:val="right"/>
      </w:pPr>
      <w:r>
        <w:t>к  подпрограмме</w:t>
      </w:r>
      <w:r w:rsidRPr="00FC195E">
        <w:t xml:space="preserve">, реализуемой в рамках </w:t>
      </w:r>
    </w:p>
    <w:p w:rsidR="0011002F" w:rsidRPr="00FC195E" w:rsidRDefault="0011002F" w:rsidP="00FC1272">
      <w:pPr>
        <w:pStyle w:val="ListParagraph"/>
        <w:autoSpaceDE w:val="0"/>
        <w:autoSpaceDN w:val="0"/>
        <w:adjustRightInd w:val="0"/>
        <w:ind w:left="383"/>
        <w:jc w:val="right"/>
      </w:pPr>
      <w:r w:rsidRPr="00FC195E">
        <w:t xml:space="preserve">муниципальных программ </w:t>
      </w:r>
      <w:r>
        <w:t>Бобровского</w:t>
      </w:r>
      <w:r w:rsidRPr="00FC195E">
        <w:t xml:space="preserve"> сельсовета</w:t>
      </w:r>
    </w:p>
    <w:p w:rsidR="0011002F" w:rsidRPr="00FC195E" w:rsidRDefault="0011002F" w:rsidP="00D239D3">
      <w:pPr>
        <w:pStyle w:val="ListParagraph"/>
        <w:autoSpaceDE w:val="0"/>
        <w:autoSpaceDN w:val="0"/>
        <w:adjustRightInd w:val="0"/>
        <w:ind w:left="383"/>
        <w:jc w:val="right"/>
      </w:pPr>
    </w:p>
    <w:p w:rsidR="0011002F" w:rsidRPr="00377B21" w:rsidRDefault="0011002F" w:rsidP="00F00B4A">
      <w:pPr>
        <w:autoSpaceDE w:val="0"/>
        <w:autoSpaceDN w:val="0"/>
        <w:adjustRightInd w:val="0"/>
        <w:ind w:left="8460"/>
      </w:pPr>
    </w:p>
    <w:p w:rsidR="0011002F" w:rsidRDefault="0011002F" w:rsidP="00F00B4A">
      <w:pPr>
        <w:jc w:val="center"/>
      </w:pPr>
      <w:r>
        <w:t xml:space="preserve">Обеспечение финансовых, материальных и трудовых затрат. </w:t>
      </w:r>
    </w:p>
    <w:p w:rsidR="0011002F" w:rsidRDefault="0011002F" w:rsidP="00F00B4A">
      <w:pPr>
        <w:jc w:val="center"/>
      </w:pPr>
    </w:p>
    <w:tbl>
      <w:tblPr>
        <w:tblW w:w="14991" w:type="dxa"/>
        <w:tblInd w:w="-106" w:type="dxa"/>
        <w:tblLook w:val="00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11002F" w:rsidRPr="00393EE1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9F4E2F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393EE1">
              <w:rPr>
                <w:sz w:val="20"/>
                <w:szCs w:val="20"/>
              </w:rPr>
              <w:t xml:space="preserve">подпрограммы </w:t>
            </w:r>
            <w:r>
              <w:rPr>
                <w:sz w:val="20"/>
                <w:szCs w:val="20"/>
              </w:rPr>
              <w:t>муниципальной</w:t>
            </w:r>
            <w:r w:rsidRPr="00393EE1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Ответственный исполнитель,</w:t>
            </w:r>
            <w:r>
              <w:rPr>
                <w:sz w:val="20"/>
                <w:szCs w:val="20"/>
              </w:rPr>
              <w:t xml:space="preserve"> </w:t>
            </w:r>
            <w:r w:rsidRPr="00393EE1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1EE6">
            <w:pPr>
              <w:jc w:val="center"/>
              <w:rPr>
                <w:sz w:val="20"/>
                <w:szCs w:val="20"/>
              </w:rPr>
            </w:pPr>
            <w:r w:rsidRPr="00393EE1">
              <w:t xml:space="preserve">Ресурсное обеспечение </w:t>
            </w:r>
            <w:r>
              <w:t>под</w:t>
            </w:r>
            <w:r w:rsidRPr="00393EE1">
              <w:t xml:space="preserve">программы </w:t>
            </w:r>
            <w:r w:rsidRPr="00393EE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11002F" w:rsidRPr="00393EE1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очередной </w:t>
            </w:r>
            <w:r>
              <w:rPr>
                <w:sz w:val="20"/>
                <w:szCs w:val="20"/>
              </w:rPr>
              <w:t>финансовый 2014</w:t>
            </w:r>
            <w:r w:rsidRPr="00393EE1">
              <w:rPr>
                <w:sz w:val="20"/>
                <w:szCs w:val="20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первый год планового периода</w:t>
            </w:r>
            <w:r>
              <w:rPr>
                <w:sz w:val="20"/>
                <w:szCs w:val="20"/>
              </w:rPr>
              <w:t xml:space="preserve"> 2015 г.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второй год планового периода</w:t>
            </w:r>
            <w:r>
              <w:rPr>
                <w:sz w:val="20"/>
                <w:szCs w:val="20"/>
              </w:rPr>
              <w:t xml:space="preserve"> 2016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Итого на период</w:t>
            </w:r>
          </w:p>
        </w:tc>
      </w:tr>
      <w:tr w:rsidR="0011002F" w:rsidRPr="00393EE1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</w:t>
            </w:r>
            <w:r w:rsidRPr="00393EE1">
              <w:rPr>
                <w:sz w:val="20"/>
                <w:szCs w:val="20"/>
              </w:rPr>
              <w:t>рограмма</w:t>
            </w:r>
          </w:p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002F" w:rsidRPr="00A63E27" w:rsidRDefault="0011002F" w:rsidP="00A63E27">
            <w:pPr>
              <w:rPr>
                <w:sz w:val="20"/>
                <w:szCs w:val="20"/>
              </w:rPr>
            </w:pPr>
            <w:r w:rsidRPr="00A63E27">
              <w:t>«Благоустройство территории</w:t>
            </w:r>
            <w:r>
              <w:t xml:space="preserve"> </w:t>
            </w:r>
            <w:r w:rsidRPr="00A63E27">
              <w:t xml:space="preserve"> </w:t>
            </w:r>
            <w:r>
              <w:t>Бобровского</w:t>
            </w:r>
            <w:r w:rsidRPr="00A63E27">
              <w:t xml:space="preserve"> сельсовета на 2014-2016 годы»</w:t>
            </w:r>
          </w:p>
          <w:p w:rsidR="0011002F" w:rsidRPr="00393EE1" w:rsidRDefault="0011002F" w:rsidP="009F4E2F">
            <w:pPr>
              <w:jc w:val="both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A44417" w:rsidRDefault="0011002F" w:rsidP="002E0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725</w:t>
            </w:r>
            <w:r w:rsidRPr="00A44417">
              <w:rPr>
                <w:b/>
                <w:sz w:val="20"/>
                <w:szCs w:val="20"/>
              </w:rPr>
              <w:t>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A44417" w:rsidRDefault="0011002F" w:rsidP="002E0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  <w:r w:rsidRPr="00A44417">
              <w:rPr>
                <w:b/>
                <w:sz w:val="20"/>
                <w:szCs w:val="20"/>
              </w:rPr>
              <w:t>5,0 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A44417" w:rsidRDefault="0011002F" w:rsidP="002E0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  <w:r w:rsidRPr="00A44417">
              <w:rPr>
                <w:b/>
                <w:sz w:val="20"/>
                <w:szCs w:val="20"/>
              </w:rPr>
              <w:t>5,0 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A44417" w:rsidRDefault="0011002F" w:rsidP="002E02A3">
            <w:pPr>
              <w:jc w:val="center"/>
              <w:rPr>
                <w:b/>
                <w:sz w:val="20"/>
                <w:szCs w:val="20"/>
              </w:rPr>
            </w:pPr>
            <w:r w:rsidRPr="00A44417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220</w:t>
            </w:r>
            <w:r w:rsidRPr="00A44417">
              <w:rPr>
                <w:b/>
                <w:sz w:val="20"/>
                <w:szCs w:val="20"/>
              </w:rPr>
              <w:t>5,0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11002F" w:rsidRPr="00393EE1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</w:t>
            </w: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735,0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2205,0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 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 подпрограммы</w:t>
            </w:r>
          </w:p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  <w:r w:rsidRPr="002F4B14">
              <w:rPr>
                <w:sz w:val="20"/>
                <w:szCs w:val="20"/>
              </w:rPr>
              <w:t>Повышение качества содержания территории поселения в чистоте и порядке, а так же содержания мест захоронения в надлежащем виде</w:t>
            </w:r>
          </w:p>
          <w:p w:rsidR="0011002F" w:rsidRDefault="0011002F" w:rsidP="002E02A3">
            <w:pPr>
              <w:rPr>
                <w:sz w:val="20"/>
                <w:szCs w:val="20"/>
              </w:rPr>
            </w:pPr>
          </w:p>
          <w:p w:rsidR="0011002F" w:rsidRDefault="0011002F" w:rsidP="002E02A3">
            <w:pPr>
              <w:rPr>
                <w:sz w:val="20"/>
                <w:szCs w:val="20"/>
              </w:rPr>
            </w:pPr>
          </w:p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11002F" w:rsidRPr="00393EE1">
        <w:trPr>
          <w:trHeight w:val="966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470E99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1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Default="0011002F" w:rsidP="00470E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2 подпрограммы </w:t>
            </w:r>
          </w:p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2F4B14">
              <w:rPr>
                <w:sz w:val="20"/>
                <w:szCs w:val="20"/>
              </w:rPr>
              <w:t>Повышение качества освещённости улиц и дорог в населенных пунктах поселения, снижение нарушений общественного порядка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1260,0</w:t>
            </w:r>
          </w:p>
        </w:tc>
      </w:tr>
      <w:tr w:rsidR="0011002F" w:rsidRPr="00393EE1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516C1C">
        <w:trPr>
          <w:trHeight w:val="621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1260,0</w:t>
            </w:r>
          </w:p>
        </w:tc>
      </w:tr>
      <w:tr w:rsidR="0011002F" w:rsidRPr="00393EE1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>
        <w:trPr>
          <w:trHeight w:val="372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2E02A3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2E02A3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7B1E20">
        <w:trPr>
          <w:trHeight w:val="1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Default="0011002F" w:rsidP="007B1E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</w:t>
            </w:r>
          </w:p>
          <w:p w:rsidR="0011002F" w:rsidRDefault="0011002F" w:rsidP="007B1E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подпрограммы </w:t>
            </w:r>
          </w:p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2F4B14">
              <w:rPr>
                <w:sz w:val="20"/>
                <w:szCs w:val="20"/>
              </w:rPr>
              <w:t xml:space="preserve">Повышение качества </w:t>
            </w:r>
            <w:r>
              <w:rPr>
                <w:sz w:val="20"/>
                <w:szCs w:val="20"/>
              </w:rPr>
              <w:t>содержания дорог в зимний период в населенных пунктах поселения.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645,0</w:t>
            </w:r>
          </w:p>
        </w:tc>
      </w:tr>
      <w:tr w:rsidR="0011002F" w:rsidRPr="00393EE1" w:rsidTr="007B1E20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7B1E20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7B1E20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7B1E20">
        <w:trPr>
          <w:trHeight w:val="22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7B1E20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 xml:space="preserve">бюджеты муниципальных   образований (**)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645,0</w:t>
            </w:r>
          </w:p>
        </w:tc>
      </w:tr>
      <w:tr w:rsidR="0011002F" w:rsidRPr="00393EE1" w:rsidTr="007B1E20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  <w:r w:rsidRPr="00393EE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</w:tr>
      <w:tr w:rsidR="0011002F" w:rsidRPr="00393EE1" w:rsidTr="007B1E20">
        <w:trPr>
          <w:trHeight w:val="372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2F" w:rsidRPr="00393EE1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02F" w:rsidRDefault="0011002F" w:rsidP="007B1E20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002F" w:rsidRPr="00393EE1" w:rsidRDefault="0011002F" w:rsidP="007B1E2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002F" w:rsidRDefault="0011002F" w:rsidP="00516C1C">
      <w:pPr>
        <w:pStyle w:val="ListParagraph"/>
        <w:ind w:left="383"/>
        <w:jc w:val="both"/>
        <w:rPr>
          <w:sz w:val="28"/>
          <w:szCs w:val="28"/>
        </w:rPr>
      </w:pPr>
    </w:p>
    <w:p w:rsidR="0011002F" w:rsidRDefault="0011002F" w:rsidP="00516C1C">
      <w:pPr>
        <w:pStyle w:val="ListParagraph"/>
        <w:ind w:left="383"/>
        <w:jc w:val="both"/>
        <w:rPr>
          <w:sz w:val="28"/>
          <w:szCs w:val="28"/>
        </w:rPr>
      </w:pPr>
    </w:p>
    <w:p w:rsidR="0011002F" w:rsidRDefault="0011002F" w:rsidP="00193B9B">
      <w:pPr>
        <w:pStyle w:val="ListParagraph"/>
        <w:ind w:left="383"/>
        <w:jc w:val="both"/>
        <w:rPr>
          <w:sz w:val="28"/>
          <w:szCs w:val="28"/>
        </w:rPr>
      </w:pPr>
    </w:p>
    <w:p w:rsidR="0011002F" w:rsidRDefault="0011002F" w:rsidP="00193B9B">
      <w:pPr>
        <w:pStyle w:val="ListParagraph"/>
        <w:ind w:left="383"/>
        <w:jc w:val="both"/>
        <w:rPr>
          <w:sz w:val="28"/>
          <w:szCs w:val="28"/>
        </w:rPr>
      </w:pPr>
    </w:p>
    <w:p w:rsidR="0011002F" w:rsidRDefault="0011002F" w:rsidP="00193B9B">
      <w:pPr>
        <w:pStyle w:val="ListParagraph"/>
        <w:ind w:left="383"/>
        <w:jc w:val="both"/>
        <w:rPr>
          <w:sz w:val="28"/>
          <w:szCs w:val="28"/>
        </w:rPr>
      </w:pPr>
    </w:p>
    <w:p w:rsidR="0011002F" w:rsidRPr="009679F9" w:rsidRDefault="0011002F" w:rsidP="00193B9B">
      <w:pPr>
        <w:pStyle w:val="ListParagraph"/>
        <w:ind w:left="383"/>
        <w:jc w:val="both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p w:rsidR="0011002F" w:rsidRDefault="0011002F" w:rsidP="00516C1C">
      <w:pPr>
        <w:jc w:val="right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p w:rsidR="0011002F" w:rsidRDefault="0011002F" w:rsidP="00D92FAF">
      <w:pPr>
        <w:jc w:val="both"/>
        <w:rPr>
          <w:sz w:val="28"/>
          <w:szCs w:val="28"/>
        </w:rPr>
      </w:pPr>
    </w:p>
    <w:sectPr w:rsidR="0011002F" w:rsidSect="00051628">
      <w:pgSz w:w="16838" w:h="11906" w:orient="landscape"/>
      <w:pgMar w:top="851" w:right="1134" w:bottom="680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74B"/>
    <w:multiLevelType w:val="multilevel"/>
    <w:tmpl w:val="E6F4A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3A33DCF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BC12713"/>
    <w:multiLevelType w:val="hybridMultilevel"/>
    <w:tmpl w:val="3E0C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C8304C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4">
    <w:nsid w:val="155042FC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22A30432"/>
    <w:multiLevelType w:val="hybridMultilevel"/>
    <w:tmpl w:val="3FD6798E"/>
    <w:lvl w:ilvl="0" w:tplc="0419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>
    <w:nsid w:val="2A9C5FCE"/>
    <w:multiLevelType w:val="hybridMultilevel"/>
    <w:tmpl w:val="E514C3B2"/>
    <w:lvl w:ilvl="0" w:tplc="21564246">
      <w:start w:val="5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7">
    <w:nsid w:val="2DC806B4"/>
    <w:multiLevelType w:val="hybridMultilevel"/>
    <w:tmpl w:val="2E9C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283972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352A5D62"/>
    <w:multiLevelType w:val="hybridMultilevel"/>
    <w:tmpl w:val="98522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CF541E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3A37405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abstractNum w:abstractNumId="13">
    <w:nsid w:val="44A2301E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4">
    <w:nsid w:val="55A440A3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6">
    <w:nsid w:val="6A576927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7">
    <w:nsid w:val="6E615476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710527EF"/>
    <w:multiLevelType w:val="hybridMultilevel"/>
    <w:tmpl w:val="41A8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6A51B4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num w:numId="1">
    <w:abstractNumId w:val="18"/>
  </w:num>
  <w:num w:numId="2">
    <w:abstractNumId w:val="7"/>
  </w:num>
  <w:num w:numId="3">
    <w:abstractNumId w:val="15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 w:numId="11">
    <w:abstractNumId w:val="17"/>
  </w:num>
  <w:num w:numId="12">
    <w:abstractNumId w:val="11"/>
  </w:num>
  <w:num w:numId="13">
    <w:abstractNumId w:val="14"/>
  </w:num>
  <w:num w:numId="14">
    <w:abstractNumId w:val="1"/>
  </w:num>
  <w:num w:numId="15">
    <w:abstractNumId w:val="13"/>
  </w:num>
  <w:num w:numId="16">
    <w:abstractNumId w:val="10"/>
  </w:num>
  <w:num w:numId="17">
    <w:abstractNumId w:val="16"/>
  </w:num>
  <w:num w:numId="18">
    <w:abstractNumId w:val="12"/>
  </w:num>
  <w:num w:numId="19">
    <w:abstractNumId w:val="19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4F8"/>
    <w:rsid w:val="0000189E"/>
    <w:rsid w:val="000040D0"/>
    <w:rsid w:val="00007A7F"/>
    <w:rsid w:val="00010B41"/>
    <w:rsid w:val="00010FBD"/>
    <w:rsid w:val="00013B19"/>
    <w:rsid w:val="000144F8"/>
    <w:rsid w:val="00023951"/>
    <w:rsid w:val="0003002D"/>
    <w:rsid w:val="00030BBE"/>
    <w:rsid w:val="0003232A"/>
    <w:rsid w:val="00037E17"/>
    <w:rsid w:val="00046F32"/>
    <w:rsid w:val="00051628"/>
    <w:rsid w:val="0009402A"/>
    <w:rsid w:val="000959FD"/>
    <w:rsid w:val="000963D3"/>
    <w:rsid w:val="000A3AF4"/>
    <w:rsid w:val="000B34A9"/>
    <w:rsid w:val="000B5CE9"/>
    <w:rsid w:val="000C7FBC"/>
    <w:rsid w:val="000E0285"/>
    <w:rsid w:val="000E1D8F"/>
    <w:rsid w:val="000E6FA1"/>
    <w:rsid w:val="000F2CCB"/>
    <w:rsid w:val="0011002F"/>
    <w:rsid w:val="00116133"/>
    <w:rsid w:val="00130375"/>
    <w:rsid w:val="0013053B"/>
    <w:rsid w:val="00133663"/>
    <w:rsid w:val="00152D2A"/>
    <w:rsid w:val="00165D3D"/>
    <w:rsid w:val="0017360B"/>
    <w:rsid w:val="00193B9B"/>
    <w:rsid w:val="001A23CD"/>
    <w:rsid w:val="001B2920"/>
    <w:rsid w:val="001B7ACB"/>
    <w:rsid w:val="001D424F"/>
    <w:rsid w:val="001E642D"/>
    <w:rsid w:val="001F44B5"/>
    <w:rsid w:val="00205B07"/>
    <w:rsid w:val="0020788F"/>
    <w:rsid w:val="00214C39"/>
    <w:rsid w:val="00221D5E"/>
    <w:rsid w:val="0022257D"/>
    <w:rsid w:val="0022288D"/>
    <w:rsid w:val="00226B82"/>
    <w:rsid w:val="00226E6D"/>
    <w:rsid w:val="00235A77"/>
    <w:rsid w:val="002426BB"/>
    <w:rsid w:val="00251563"/>
    <w:rsid w:val="00260CFA"/>
    <w:rsid w:val="002642DC"/>
    <w:rsid w:val="00264458"/>
    <w:rsid w:val="00275688"/>
    <w:rsid w:val="00277970"/>
    <w:rsid w:val="002848F6"/>
    <w:rsid w:val="002B2335"/>
    <w:rsid w:val="002B768C"/>
    <w:rsid w:val="002C0D6C"/>
    <w:rsid w:val="002D726A"/>
    <w:rsid w:val="002E02A3"/>
    <w:rsid w:val="002E1C4C"/>
    <w:rsid w:val="002E1EE6"/>
    <w:rsid w:val="002E573A"/>
    <w:rsid w:val="002E66D5"/>
    <w:rsid w:val="002F427F"/>
    <w:rsid w:val="002F4B14"/>
    <w:rsid w:val="002F5ACD"/>
    <w:rsid w:val="002F66AC"/>
    <w:rsid w:val="00303817"/>
    <w:rsid w:val="00307A21"/>
    <w:rsid w:val="0031590B"/>
    <w:rsid w:val="0032168E"/>
    <w:rsid w:val="003243E7"/>
    <w:rsid w:val="00334886"/>
    <w:rsid w:val="00364D49"/>
    <w:rsid w:val="00377B21"/>
    <w:rsid w:val="00386390"/>
    <w:rsid w:val="00393EE1"/>
    <w:rsid w:val="003A1603"/>
    <w:rsid w:val="003C3D92"/>
    <w:rsid w:val="003C67F9"/>
    <w:rsid w:val="003E3485"/>
    <w:rsid w:val="003F7E24"/>
    <w:rsid w:val="004342CB"/>
    <w:rsid w:val="00434799"/>
    <w:rsid w:val="00437F7D"/>
    <w:rsid w:val="004541C7"/>
    <w:rsid w:val="00470E99"/>
    <w:rsid w:val="00476384"/>
    <w:rsid w:val="004817C5"/>
    <w:rsid w:val="0048567D"/>
    <w:rsid w:val="00494BE8"/>
    <w:rsid w:val="004B6F7C"/>
    <w:rsid w:val="004C7A8F"/>
    <w:rsid w:val="004D76D1"/>
    <w:rsid w:val="004D7FD3"/>
    <w:rsid w:val="004E1ADB"/>
    <w:rsid w:val="004E32AB"/>
    <w:rsid w:val="004E58C1"/>
    <w:rsid w:val="004F2675"/>
    <w:rsid w:val="00516C1C"/>
    <w:rsid w:val="0052679D"/>
    <w:rsid w:val="0055226B"/>
    <w:rsid w:val="0055314A"/>
    <w:rsid w:val="00567CBC"/>
    <w:rsid w:val="0057225A"/>
    <w:rsid w:val="005728A8"/>
    <w:rsid w:val="0057606D"/>
    <w:rsid w:val="00592DA8"/>
    <w:rsid w:val="005A0C20"/>
    <w:rsid w:val="005A5932"/>
    <w:rsid w:val="005C377C"/>
    <w:rsid w:val="005C5009"/>
    <w:rsid w:val="005C741E"/>
    <w:rsid w:val="005D0A75"/>
    <w:rsid w:val="005D319B"/>
    <w:rsid w:val="005F2CE1"/>
    <w:rsid w:val="00616689"/>
    <w:rsid w:val="006171A8"/>
    <w:rsid w:val="006216D8"/>
    <w:rsid w:val="006355C6"/>
    <w:rsid w:val="00643C27"/>
    <w:rsid w:val="00643F85"/>
    <w:rsid w:val="006462C5"/>
    <w:rsid w:val="00675DD4"/>
    <w:rsid w:val="00696259"/>
    <w:rsid w:val="006E7736"/>
    <w:rsid w:val="0072411A"/>
    <w:rsid w:val="007250A2"/>
    <w:rsid w:val="00731F6C"/>
    <w:rsid w:val="00733B93"/>
    <w:rsid w:val="00762452"/>
    <w:rsid w:val="00775800"/>
    <w:rsid w:val="00797E10"/>
    <w:rsid w:val="00797F18"/>
    <w:rsid w:val="007A332D"/>
    <w:rsid w:val="007B1E20"/>
    <w:rsid w:val="007B21E7"/>
    <w:rsid w:val="007B4288"/>
    <w:rsid w:val="007C4911"/>
    <w:rsid w:val="007C5FC9"/>
    <w:rsid w:val="007D725C"/>
    <w:rsid w:val="007E1386"/>
    <w:rsid w:val="007F3564"/>
    <w:rsid w:val="00800322"/>
    <w:rsid w:val="00806384"/>
    <w:rsid w:val="00813293"/>
    <w:rsid w:val="00832B9B"/>
    <w:rsid w:val="00833DF7"/>
    <w:rsid w:val="0083410F"/>
    <w:rsid w:val="008768A0"/>
    <w:rsid w:val="00881DC4"/>
    <w:rsid w:val="00884315"/>
    <w:rsid w:val="00892E07"/>
    <w:rsid w:val="008A3810"/>
    <w:rsid w:val="008A390A"/>
    <w:rsid w:val="008B3539"/>
    <w:rsid w:val="008B54EE"/>
    <w:rsid w:val="008C0051"/>
    <w:rsid w:val="008C5428"/>
    <w:rsid w:val="008E1A89"/>
    <w:rsid w:val="008F4B14"/>
    <w:rsid w:val="008F517D"/>
    <w:rsid w:val="0090027D"/>
    <w:rsid w:val="00901781"/>
    <w:rsid w:val="00912025"/>
    <w:rsid w:val="009272C5"/>
    <w:rsid w:val="00942F1D"/>
    <w:rsid w:val="00961A98"/>
    <w:rsid w:val="009653BC"/>
    <w:rsid w:val="009679F9"/>
    <w:rsid w:val="00971F80"/>
    <w:rsid w:val="00975218"/>
    <w:rsid w:val="009A5470"/>
    <w:rsid w:val="009B35C1"/>
    <w:rsid w:val="009B685E"/>
    <w:rsid w:val="009C1B4B"/>
    <w:rsid w:val="009E4820"/>
    <w:rsid w:val="009F4E2F"/>
    <w:rsid w:val="009F7A6F"/>
    <w:rsid w:val="00A17BCA"/>
    <w:rsid w:val="00A3754B"/>
    <w:rsid w:val="00A44417"/>
    <w:rsid w:val="00A522FF"/>
    <w:rsid w:val="00A63E27"/>
    <w:rsid w:val="00A66C14"/>
    <w:rsid w:val="00A67E57"/>
    <w:rsid w:val="00A76346"/>
    <w:rsid w:val="00A808B5"/>
    <w:rsid w:val="00A931F6"/>
    <w:rsid w:val="00A94C1A"/>
    <w:rsid w:val="00A96E41"/>
    <w:rsid w:val="00AB2BC7"/>
    <w:rsid w:val="00AC6986"/>
    <w:rsid w:val="00AD1700"/>
    <w:rsid w:val="00AD68AA"/>
    <w:rsid w:val="00AD6A8E"/>
    <w:rsid w:val="00AE791B"/>
    <w:rsid w:val="00B010F9"/>
    <w:rsid w:val="00B14DC3"/>
    <w:rsid w:val="00B471DE"/>
    <w:rsid w:val="00B51307"/>
    <w:rsid w:val="00B75FBB"/>
    <w:rsid w:val="00B76121"/>
    <w:rsid w:val="00B86AF8"/>
    <w:rsid w:val="00B950AB"/>
    <w:rsid w:val="00B95A40"/>
    <w:rsid w:val="00BA3F3B"/>
    <w:rsid w:val="00BD4333"/>
    <w:rsid w:val="00BE59E2"/>
    <w:rsid w:val="00BE5A6E"/>
    <w:rsid w:val="00BF1206"/>
    <w:rsid w:val="00BF17DD"/>
    <w:rsid w:val="00BF3FD8"/>
    <w:rsid w:val="00C0158C"/>
    <w:rsid w:val="00C1111C"/>
    <w:rsid w:val="00C140D0"/>
    <w:rsid w:val="00C34F17"/>
    <w:rsid w:val="00C4161D"/>
    <w:rsid w:val="00C51E4F"/>
    <w:rsid w:val="00C551D1"/>
    <w:rsid w:val="00C67E63"/>
    <w:rsid w:val="00CA5CF2"/>
    <w:rsid w:val="00CD4A72"/>
    <w:rsid w:val="00D0479A"/>
    <w:rsid w:val="00D239D3"/>
    <w:rsid w:val="00D37BA2"/>
    <w:rsid w:val="00D51A29"/>
    <w:rsid w:val="00D61D29"/>
    <w:rsid w:val="00D66C84"/>
    <w:rsid w:val="00D776A7"/>
    <w:rsid w:val="00D86072"/>
    <w:rsid w:val="00D91CB2"/>
    <w:rsid w:val="00D92FAF"/>
    <w:rsid w:val="00D96900"/>
    <w:rsid w:val="00DA4024"/>
    <w:rsid w:val="00DA40CF"/>
    <w:rsid w:val="00DB0B7F"/>
    <w:rsid w:val="00DC1585"/>
    <w:rsid w:val="00DD1BBD"/>
    <w:rsid w:val="00DD465F"/>
    <w:rsid w:val="00DD66A2"/>
    <w:rsid w:val="00DE3534"/>
    <w:rsid w:val="00DE6418"/>
    <w:rsid w:val="00DF54F1"/>
    <w:rsid w:val="00E1049F"/>
    <w:rsid w:val="00E14173"/>
    <w:rsid w:val="00E47B60"/>
    <w:rsid w:val="00E5323E"/>
    <w:rsid w:val="00E62245"/>
    <w:rsid w:val="00E63CDB"/>
    <w:rsid w:val="00E66B69"/>
    <w:rsid w:val="00E67E85"/>
    <w:rsid w:val="00E70BB6"/>
    <w:rsid w:val="00E80C34"/>
    <w:rsid w:val="00E851FC"/>
    <w:rsid w:val="00E96156"/>
    <w:rsid w:val="00EB0B38"/>
    <w:rsid w:val="00EC1E40"/>
    <w:rsid w:val="00EC2D8D"/>
    <w:rsid w:val="00EC6252"/>
    <w:rsid w:val="00ED00DA"/>
    <w:rsid w:val="00EE153A"/>
    <w:rsid w:val="00EE5014"/>
    <w:rsid w:val="00EE6C68"/>
    <w:rsid w:val="00EE71D6"/>
    <w:rsid w:val="00F00B4A"/>
    <w:rsid w:val="00F06B12"/>
    <w:rsid w:val="00F138A6"/>
    <w:rsid w:val="00F214DA"/>
    <w:rsid w:val="00F242F5"/>
    <w:rsid w:val="00F24AB5"/>
    <w:rsid w:val="00F57A34"/>
    <w:rsid w:val="00F57B8D"/>
    <w:rsid w:val="00F6456D"/>
    <w:rsid w:val="00F66243"/>
    <w:rsid w:val="00F732CB"/>
    <w:rsid w:val="00F762CB"/>
    <w:rsid w:val="00F76C99"/>
    <w:rsid w:val="00F86D9B"/>
    <w:rsid w:val="00F9088A"/>
    <w:rsid w:val="00FA4649"/>
    <w:rsid w:val="00FA47B1"/>
    <w:rsid w:val="00FA4A73"/>
    <w:rsid w:val="00FB3AC4"/>
    <w:rsid w:val="00FB5E52"/>
    <w:rsid w:val="00FC1272"/>
    <w:rsid w:val="00FC195E"/>
    <w:rsid w:val="00FD6E2F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15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615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96156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E96156"/>
    <w:pPr>
      <w:ind w:left="720"/>
    </w:pPr>
  </w:style>
  <w:style w:type="paragraph" w:customStyle="1" w:styleId="1">
    <w:name w:val="Знак1"/>
    <w:basedOn w:val="Normal"/>
    <w:uiPriority w:val="99"/>
    <w:rsid w:val="00DD66A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76346"/>
    <w:pPr>
      <w:widowControl w:val="0"/>
      <w:suppressAutoHyphens/>
      <w:autoSpaceDE w:val="0"/>
      <w:ind w:firstLine="720"/>
    </w:pPr>
    <w:rPr>
      <w:rFonts w:ascii="Times New Roman" w:hAnsi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881D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DC4"/>
    <w:rPr>
      <w:rFonts w:ascii="Tahoma" w:hAnsi="Tahoma" w:cs="Tahoma"/>
      <w:sz w:val="16"/>
      <w:szCs w:val="16"/>
      <w:lang w:eastAsia="ru-RU"/>
    </w:rPr>
  </w:style>
  <w:style w:type="paragraph" w:customStyle="1" w:styleId="s16">
    <w:name w:val="s_16"/>
    <w:basedOn w:val="Normal"/>
    <w:uiPriority w:val="99"/>
    <w:rsid w:val="003243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3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662</TotalTime>
  <Pages>10</Pages>
  <Words>1752</Words>
  <Characters>9992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ДНГС</dc:creator>
  <cp:keywords/>
  <dc:description/>
  <cp:lastModifiedBy>1</cp:lastModifiedBy>
  <cp:revision>38</cp:revision>
  <cp:lastPrinted>2013-10-28T00:45:00Z</cp:lastPrinted>
  <dcterms:created xsi:type="dcterms:W3CDTF">2013-09-05T02:42:00Z</dcterms:created>
  <dcterms:modified xsi:type="dcterms:W3CDTF">2013-11-06T03:27:00Z</dcterms:modified>
</cp:coreProperties>
</file>